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DDD" w:rsidRPr="00866A78" w:rsidRDefault="00E43DDD" w:rsidP="00ED2B56">
      <w:pPr>
        <w:tabs>
          <w:tab w:val="center" w:pos="4677"/>
          <w:tab w:val="left" w:pos="6540"/>
        </w:tabs>
        <w:jc w:val="center"/>
        <w:rPr>
          <w:rFonts w:ascii="Arial" w:hAnsi="Arial" w:cs="Arial"/>
        </w:rPr>
      </w:pPr>
      <w:r w:rsidRPr="00866A78">
        <w:rPr>
          <w:rFonts w:ascii="Arial" w:hAnsi="Arial" w:cs="Arial"/>
        </w:rPr>
        <w:t>Российская Федерация</w:t>
      </w:r>
    </w:p>
    <w:p w:rsidR="00E43DDD" w:rsidRPr="00866A78" w:rsidRDefault="00E43DDD" w:rsidP="00ED2B56">
      <w:pPr>
        <w:jc w:val="center"/>
        <w:rPr>
          <w:rFonts w:ascii="Arial" w:hAnsi="Arial" w:cs="Arial"/>
        </w:rPr>
      </w:pPr>
      <w:r w:rsidRPr="00866A78">
        <w:rPr>
          <w:rFonts w:ascii="Arial" w:hAnsi="Arial" w:cs="Arial"/>
        </w:rPr>
        <w:t>Новоцелинное сельское Собрание депутатов</w:t>
      </w:r>
    </w:p>
    <w:p w:rsidR="00E43DDD" w:rsidRPr="00866A78" w:rsidRDefault="00E43DDD" w:rsidP="00ED2B56">
      <w:pPr>
        <w:jc w:val="center"/>
        <w:rPr>
          <w:rFonts w:ascii="Arial" w:hAnsi="Arial" w:cs="Arial"/>
        </w:rPr>
      </w:pPr>
      <w:r w:rsidRPr="00866A78">
        <w:rPr>
          <w:rFonts w:ascii="Arial" w:hAnsi="Arial" w:cs="Arial"/>
        </w:rPr>
        <w:t>Ключевского района Алтайского края</w:t>
      </w:r>
    </w:p>
    <w:p w:rsidR="00E43DDD" w:rsidRDefault="00E43DDD" w:rsidP="00ED2B56">
      <w:pPr>
        <w:jc w:val="center"/>
        <w:rPr>
          <w:rFonts w:ascii="Arial" w:hAnsi="Arial" w:cs="Arial"/>
        </w:rPr>
      </w:pPr>
      <w:r w:rsidRPr="00866A78">
        <w:rPr>
          <w:rFonts w:ascii="Arial" w:hAnsi="Arial" w:cs="Arial"/>
        </w:rPr>
        <w:t>Пятнадцатая сессия шестого созыва</w:t>
      </w:r>
    </w:p>
    <w:p w:rsidR="00E43DDD" w:rsidRDefault="00E43DDD" w:rsidP="00ED2B56">
      <w:pPr>
        <w:jc w:val="center"/>
        <w:rPr>
          <w:rFonts w:ascii="Arial" w:hAnsi="Arial" w:cs="Arial"/>
        </w:rPr>
      </w:pPr>
    </w:p>
    <w:p w:rsidR="00E43DDD" w:rsidRDefault="00E43DDD" w:rsidP="00ED2B56">
      <w:pPr>
        <w:jc w:val="center"/>
        <w:rPr>
          <w:rFonts w:ascii="Arial" w:hAnsi="Arial" w:cs="Arial"/>
        </w:rPr>
      </w:pPr>
    </w:p>
    <w:p w:rsidR="00E43DDD" w:rsidRPr="00866A78" w:rsidRDefault="00E43DDD" w:rsidP="00ED2B56">
      <w:pPr>
        <w:jc w:val="center"/>
        <w:rPr>
          <w:rFonts w:ascii="Arial" w:hAnsi="Arial" w:cs="Arial"/>
        </w:rPr>
      </w:pPr>
    </w:p>
    <w:p w:rsidR="00E43DDD" w:rsidRPr="00866A78" w:rsidRDefault="00E43DDD" w:rsidP="00ED2B56">
      <w:pPr>
        <w:jc w:val="center"/>
        <w:rPr>
          <w:rFonts w:ascii="Arial" w:hAnsi="Arial" w:cs="Arial"/>
        </w:rPr>
      </w:pPr>
      <w:r w:rsidRPr="00866A78">
        <w:rPr>
          <w:rFonts w:ascii="Arial" w:hAnsi="Arial" w:cs="Arial"/>
        </w:rPr>
        <w:t>Р Е Ш Е Н И Е</w:t>
      </w:r>
    </w:p>
    <w:p w:rsidR="00E43DDD" w:rsidRPr="00866A78" w:rsidRDefault="00E43DDD" w:rsidP="00ED2B56">
      <w:pPr>
        <w:jc w:val="center"/>
        <w:rPr>
          <w:rFonts w:ascii="Arial" w:hAnsi="Arial" w:cs="Arial"/>
        </w:rPr>
      </w:pPr>
      <w:r w:rsidRPr="00866A78">
        <w:rPr>
          <w:rFonts w:ascii="Arial" w:hAnsi="Arial" w:cs="Arial"/>
        </w:rPr>
        <w:t>23.09.2015                                                                                                    №   113                                                                                                                    п.Целинный</w:t>
      </w:r>
    </w:p>
    <w:p w:rsidR="00E43DDD" w:rsidRPr="00866A78" w:rsidRDefault="00E43DDD" w:rsidP="00ED2B56">
      <w:pPr>
        <w:rPr>
          <w:rFonts w:ascii="Arial" w:hAnsi="Arial" w:cs="Arial"/>
        </w:rPr>
      </w:pPr>
      <w:r w:rsidRPr="00866A78">
        <w:rPr>
          <w:rFonts w:ascii="Arial" w:hAnsi="Arial" w:cs="Arial"/>
        </w:rPr>
        <w:t xml:space="preserve">О внесение изменений в решение </w:t>
      </w:r>
    </w:p>
    <w:p w:rsidR="00E43DDD" w:rsidRPr="00866A78" w:rsidRDefault="00E43DDD" w:rsidP="00ED2B56">
      <w:pPr>
        <w:rPr>
          <w:rFonts w:ascii="Arial" w:hAnsi="Arial" w:cs="Arial"/>
        </w:rPr>
      </w:pPr>
      <w:r w:rsidRPr="00866A78">
        <w:rPr>
          <w:rFonts w:ascii="Arial" w:hAnsi="Arial" w:cs="Arial"/>
        </w:rPr>
        <w:t>№99 от 25.12.2014 «Об утверждении</w:t>
      </w:r>
    </w:p>
    <w:p w:rsidR="00E43DDD" w:rsidRPr="00866A78" w:rsidRDefault="00E43DDD" w:rsidP="00ED2B56">
      <w:pPr>
        <w:rPr>
          <w:rFonts w:ascii="Arial" w:hAnsi="Arial" w:cs="Arial"/>
        </w:rPr>
      </w:pPr>
      <w:r w:rsidRPr="00866A78">
        <w:rPr>
          <w:rFonts w:ascii="Arial" w:hAnsi="Arial" w:cs="Arial"/>
        </w:rPr>
        <w:t>бюджета  «Новоцелинного сельсовета»</w:t>
      </w:r>
    </w:p>
    <w:p w:rsidR="00E43DDD" w:rsidRDefault="00E43DDD" w:rsidP="00ED2B56">
      <w:pPr>
        <w:rPr>
          <w:rFonts w:ascii="Arial" w:hAnsi="Arial" w:cs="Arial"/>
        </w:rPr>
      </w:pPr>
      <w:r w:rsidRPr="00866A78">
        <w:rPr>
          <w:rFonts w:ascii="Arial" w:hAnsi="Arial" w:cs="Arial"/>
        </w:rPr>
        <w:t>на 2015 год</w:t>
      </w:r>
    </w:p>
    <w:p w:rsidR="00E43DDD" w:rsidRDefault="00E43DDD" w:rsidP="00ED2B56">
      <w:pPr>
        <w:rPr>
          <w:rFonts w:ascii="Arial" w:hAnsi="Arial" w:cs="Arial"/>
        </w:rPr>
      </w:pPr>
    </w:p>
    <w:p w:rsidR="00E43DDD" w:rsidRDefault="00E43DDD" w:rsidP="00ED2B56">
      <w:pPr>
        <w:rPr>
          <w:rFonts w:ascii="Arial" w:hAnsi="Arial" w:cs="Arial"/>
        </w:rPr>
      </w:pPr>
    </w:p>
    <w:p w:rsidR="00E43DDD" w:rsidRDefault="00E43DDD" w:rsidP="00ED2B56">
      <w:pPr>
        <w:rPr>
          <w:rFonts w:ascii="Arial" w:hAnsi="Arial" w:cs="Arial"/>
        </w:rPr>
      </w:pPr>
    </w:p>
    <w:p w:rsidR="00E43DDD" w:rsidRDefault="00E43DDD" w:rsidP="00ED2B56">
      <w:pPr>
        <w:rPr>
          <w:rFonts w:ascii="Arial" w:hAnsi="Arial" w:cs="Arial"/>
        </w:rPr>
      </w:pPr>
    </w:p>
    <w:p w:rsidR="00E43DDD" w:rsidRPr="00866A78" w:rsidRDefault="00E43DDD" w:rsidP="00ED2B56">
      <w:pPr>
        <w:rPr>
          <w:rFonts w:ascii="Arial" w:hAnsi="Arial" w:cs="Arial"/>
        </w:rPr>
      </w:pPr>
    </w:p>
    <w:p w:rsidR="00E43DDD" w:rsidRPr="00866A78" w:rsidRDefault="00E43DDD" w:rsidP="00ED2B56">
      <w:pPr>
        <w:rPr>
          <w:rFonts w:ascii="Arial" w:hAnsi="Arial" w:cs="Arial"/>
        </w:rPr>
      </w:pPr>
    </w:p>
    <w:p w:rsidR="00E43DDD" w:rsidRPr="00866A78" w:rsidRDefault="00E43DDD" w:rsidP="00ED2B56">
      <w:pPr>
        <w:rPr>
          <w:rFonts w:ascii="Arial" w:hAnsi="Arial" w:cs="Arial"/>
        </w:rPr>
      </w:pPr>
      <w:r w:rsidRPr="00866A78">
        <w:rPr>
          <w:rFonts w:ascii="Arial" w:hAnsi="Arial" w:cs="Arial"/>
        </w:rPr>
        <w:t>В связи  с поступлением дополнительных доходов внести изменения в бюджет:</w:t>
      </w:r>
    </w:p>
    <w:p w:rsidR="00E43DDD" w:rsidRPr="00866A78" w:rsidRDefault="00E43DDD" w:rsidP="00ED2B56">
      <w:pPr>
        <w:rPr>
          <w:rFonts w:ascii="Arial" w:hAnsi="Arial" w:cs="Arial"/>
        </w:rPr>
      </w:pPr>
    </w:p>
    <w:p w:rsidR="00E43DDD" w:rsidRDefault="00E43DDD" w:rsidP="00ED2B56">
      <w:pPr>
        <w:jc w:val="center"/>
        <w:rPr>
          <w:rFonts w:ascii="Arial" w:hAnsi="Arial" w:cs="Arial"/>
        </w:rPr>
      </w:pPr>
      <w:r w:rsidRPr="00866A78">
        <w:rPr>
          <w:rFonts w:ascii="Arial" w:hAnsi="Arial" w:cs="Arial"/>
        </w:rPr>
        <w:t>Сельское Собрание депутатов</w:t>
      </w:r>
    </w:p>
    <w:p w:rsidR="00E43DDD" w:rsidRDefault="00E43DDD" w:rsidP="00ED2B56">
      <w:pPr>
        <w:jc w:val="center"/>
        <w:rPr>
          <w:rFonts w:ascii="Arial" w:hAnsi="Arial" w:cs="Arial"/>
        </w:rPr>
      </w:pPr>
    </w:p>
    <w:p w:rsidR="00E43DDD" w:rsidRPr="00866A78" w:rsidRDefault="00E43DDD" w:rsidP="00ED2B56">
      <w:pPr>
        <w:jc w:val="center"/>
        <w:rPr>
          <w:rFonts w:ascii="Arial" w:hAnsi="Arial" w:cs="Arial"/>
        </w:rPr>
      </w:pPr>
    </w:p>
    <w:p w:rsidR="00E43DDD" w:rsidRPr="00866A78" w:rsidRDefault="00E43DDD" w:rsidP="00ED2B56">
      <w:pPr>
        <w:jc w:val="center"/>
        <w:rPr>
          <w:rFonts w:ascii="Arial" w:hAnsi="Arial" w:cs="Arial"/>
        </w:rPr>
      </w:pPr>
      <w:r w:rsidRPr="00866A78">
        <w:rPr>
          <w:rFonts w:ascii="Arial" w:hAnsi="Arial" w:cs="Arial"/>
        </w:rPr>
        <w:t>Р Е Ш И Л О:</w:t>
      </w:r>
    </w:p>
    <w:p w:rsidR="00E43DDD" w:rsidRPr="00866A78" w:rsidRDefault="00E43DDD" w:rsidP="00ED2B56">
      <w:pPr>
        <w:rPr>
          <w:rFonts w:ascii="Arial" w:hAnsi="Arial" w:cs="Arial"/>
        </w:rPr>
      </w:pPr>
    </w:p>
    <w:p w:rsidR="00E43DDD" w:rsidRPr="00866A78" w:rsidRDefault="00E43DDD" w:rsidP="00ED2B56">
      <w:pPr>
        <w:rPr>
          <w:rFonts w:ascii="Arial" w:hAnsi="Arial" w:cs="Arial"/>
        </w:rPr>
      </w:pPr>
      <w:r w:rsidRPr="00866A78">
        <w:rPr>
          <w:rFonts w:ascii="Arial" w:hAnsi="Arial" w:cs="Arial"/>
        </w:rPr>
        <w:t xml:space="preserve">1.Утвердить изменения доходной части в  решении №99 от 25.12.2014 «Об утверждении бюджета  «Новоцелинного сельсовета» на 2015 год на сумму </w:t>
      </w:r>
    </w:p>
    <w:p w:rsidR="00E43DDD" w:rsidRPr="00866A78" w:rsidRDefault="00E43DDD" w:rsidP="00ED2B56">
      <w:pPr>
        <w:rPr>
          <w:rFonts w:ascii="Arial" w:hAnsi="Arial" w:cs="Arial"/>
        </w:rPr>
      </w:pPr>
      <w:r w:rsidRPr="00866A78">
        <w:rPr>
          <w:rFonts w:ascii="Arial" w:hAnsi="Arial" w:cs="Arial"/>
        </w:rPr>
        <w:t> 819 812,00 руб.(приложение №1)</w:t>
      </w:r>
    </w:p>
    <w:p w:rsidR="00E43DDD" w:rsidRPr="00866A78" w:rsidRDefault="00E43DDD" w:rsidP="00ED2B56">
      <w:pPr>
        <w:rPr>
          <w:rFonts w:ascii="Arial" w:hAnsi="Arial" w:cs="Arial"/>
        </w:rPr>
      </w:pPr>
      <w:r w:rsidRPr="00866A78">
        <w:rPr>
          <w:rFonts w:ascii="Arial" w:hAnsi="Arial" w:cs="Arial"/>
        </w:rPr>
        <w:t>Итого план по доходам-2 0788 653 руб.</w:t>
      </w:r>
    </w:p>
    <w:p w:rsidR="00E43DDD" w:rsidRPr="00866A78" w:rsidRDefault="00E43DDD" w:rsidP="00ED2B56">
      <w:pPr>
        <w:rPr>
          <w:rFonts w:ascii="Arial" w:hAnsi="Arial" w:cs="Arial"/>
        </w:rPr>
      </w:pPr>
    </w:p>
    <w:p w:rsidR="00E43DDD" w:rsidRPr="00866A78" w:rsidRDefault="00E43DDD" w:rsidP="00ED2B56">
      <w:pPr>
        <w:rPr>
          <w:rFonts w:ascii="Arial" w:hAnsi="Arial" w:cs="Arial"/>
        </w:rPr>
      </w:pPr>
      <w:r w:rsidRPr="00866A78">
        <w:rPr>
          <w:rFonts w:ascii="Arial" w:hAnsi="Arial" w:cs="Arial"/>
        </w:rPr>
        <w:t xml:space="preserve"> 2. Утвердить изменения расходной части в  решении №99 от 25.12.2014 «Об утверждении бюджета  «Новоцелинного сельсовета» на 2015 год на сумму </w:t>
      </w:r>
    </w:p>
    <w:p w:rsidR="00E43DDD" w:rsidRPr="00866A78" w:rsidRDefault="00E43DDD" w:rsidP="00ED2B56">
      <w:pPr>
        <w:rPr>
          <w:rFonts w:ascii="Arial" w:hAnsi="Arial" w:cs="Arial"/>
        </w:rPr>
      </w:pPr>
      <w:r w:rsidRPr="00866A78">
        <w:rPr>
          <w:rFonts w:ascii="Arial" w:hAnsi="Arial" w:cs="Arial"/>
        </w:rPr>
        <w:t> 819 812,00 руб.(приложение №1)</w:t>
      </w:r>
    </w:p>
    <w:p w:rsidR="00E43DDD" w:rsidRPr="00866A78" w:rsidRDefault="00E43DDD" w:rsidP="00AD34E6">
      <w:pPr>
        <w:rPr>
          <w:rFonts w:ascii="Arial" w:hAnsi="Arial" w:cs="Arial"/>
        </w:rPr>
      </w:pPr>
      <w:r w:rsidRPr="00866A78">
        <w:rPr>
          <w:rFonts w:ascii="Arial" w:hAnsi="Arial" w:cs="Arial"/>
        </w:rPr>
        <w:t>Итого план по расходам -2 078 653 руб.</w:t>
      </w:r>
    </w:p>
    <w:p w:rsidR="00E43DDD" w:rsidRPr="00866A78" w:rsidRDefault="00E43DDD" w:rsidP="00ED2B56">
      <w:pPr>
        <w:rPr>
          <w:rFonts w:ascii="Arial" w:hAnsi="Arial" w:cs="Arial"/>
        </w:rPr>
      </w:pPr>
    </w:p>
    <w:p w:rsidR="00E43DDD" w:rsidRPr="00866A78" w:rsidRDefault="00E43DDD" w:rsidP="00ED2B56">
      <w:pPr>
        <w:rPr>
          <w:rFonts w:ascii="Arial" w:hAnsi="Arial" w:cs="Arial"/>
        </w:rPr>
      </w:pPr>
      <w:r w:rsidRPr="00866A78">
        <w:rPr>
          <w:rFonts w:ascii="Arial" w:hAnsi="Arial" w:cs="Arial"/>
        </w:rPr>
        <w:t>3.Контроль за исполнением настоящего решения возложить на постоянную комиссию (планово-бюджетная и по социальным вопросам ,председатель Войцеховская И.Н.)</w:t>
      </w:r>
    </w:p>
    <w:p w:rsidR="00E43DDD" w:rsidRPr="00866A78" w:rsidRDefault="00E43DDD" w:rsidP="00ED2B56">
      <w:pPr>
        <w:rPr>
          <w:rFonts w:ascii="Arial" w:hAnsi="Arial" w:cs="Arial"/>
        </w:rPr>
      </w:pPr>
    </w:p>
    <w:p w:rsidR="00E43DDD" w:rsidRDefault="00E43DDD" w:rsidP="00ED2B56">
      <w:pPr>
        <w:rPr>
          <w:rFonts w:ascii="Arial" w:hAnsi="Arial" w:cs="Arial"/>
        </w:rPr>
      </w:pPr>
    </w:p>
    <w:p w:rsidR="00E43DDD" w:rsidRDefault="00E43DDD" w:rsidP="00ED2B56">
      <w:pPr>
        <w:rPr>
          <w:rFonts w:ascii="Arial" w:hAnsi="Arial" w:cs="Arial"/>
        </w:rPr>
      </w:pPr>
    </w:p>
    <w:p w:rsidR="00E43DDD" w:rsidRDefault="00E43DDD" w:rsidP="00ED2B56">
      <w:pPr>
        <w:rPr>
          <w:rFonts w:ascii="Arial" w:hAnsi="Arial" w:cs="Arial"/>
        </w:rPr>
      </w:pPr>
    </w:p>
    <w:p w:rsidR="00E43DDD" w:rsidRDefault="00E43DDD" w:rsidP="00ED2B56">
      <w:pPr>
        <w:rPr>
          <w:rFonts w:ascii="Arial" w:hAnsi="Arial" w:cs="Arial"/>
        </w:rPr>
      </w:pPr>
    </w:p>
    <w:p w:rsidR="00E43DDD" w:rsidRDefault="00E43DDD" w:rsidP="00ED2B56">
      <w:pPr>
        <w:rPr>
          <w:rFonts w:ascii="Arial" w:hAnsi="Arial" w:cs="Arial"/>
        </w:rPr>
      </w:pPr>
    </w:p>
    <w:p w:rsidR="00E43DDD" w:rsidRPr="00866A78" w:rsidRDefault="00E43DDD" w:rsidP="00ED2B56">
      <w:pPr>
        <w:rPr>
          <w:rFonts w:ascii="Arial" w:hAnsi="Arial" w:cs="Arial"/>
        </w:rPr>
      </w:pPr>
    </w:p>
    <w:p w:rsidR="00E43DDD" w:rsidRPr="00866A78" w:rsidRDefault="00E43DDD" w:rsidP="00ED2B56">
      <w:pPr>
        <w:rPr>
          <w:rFonts w:ascii="Arial" w:hAnsi="Arial" w:cs="Arial"/>
        </w:rPr>
      </w:pPr>
      <w:r w:rsidRPr="00866A78">
        <w:rPr>
          <w:rFonts w:ascii="Arial" w:hAnsi="Arial" w:cs="Arial"/>
        </w:rPr>
        <w:t>Глава  сельсовета                                                        Н.Б.Оганесян</w:t>
      </w:r>
    </w:p>
    <w:p w:rsidR="00E43DDD" w:rsidRPr="00866A78" w:rsidRDefault="00E43DDD" w:rsidP="00ED2B56">
      <w:pPr>
        <w:rPr>
          <w:rFonts w:ascii="Arial" w:hAnsi="Arial" w:cs="Arial"/>
        </w:rPr>
      </w:pPr>
    </w:p>
    <w:p w:rsidR="00E43DDD" w:rsidRPr="00866A78" w:rsidRDefault="00E43DDD">
      <w:pPr>
        <w:rPr>
          <w:rFonts w:ascii="Arial" w:hAnsi="Arial" w:cs="Arial"/>
        </w:rPr>
      </w:pPr>
    </w:p>
    <w:sectPr w:rsidR="00E43DDD" w:rsidRPr="00866A78" w:rsidSect="00B56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B56"/>
    <w:rsid w:val="001174EF"/>
    <w:rsid w:val="001A1692"/>
    <w:rsid w:val="001D7152"/>
    <w:rsid w:val="0029683F"/>
    <w:rsid w:val="003035B3"/>
    <w:rsid w:val="004B6E0A"/>
    <w:rsid w:val="004F7446"/>
    <w:rsid w:val="00510FE7"/>
    <w:rsid w:val="00546755"/>
    <w:rsid w:val="00573DA0"/>
    <w:rsid w:val="005903D5"/>
    <w:rsid w:val="005972D8"/>
    <w:rsid w:val="006812E8"/>
    <w:rsid w:val="00730722"/>
    <w:rsid w:val="007B0905"/>
    <w:rsid w:val="007D25FB"/>
    <w:rsid w:val="008549C0"/>
    <w:rsid w:val="00866A78"/>
    <w:rsid w:val="00891734"/>
    <w:rsid w:val="009107BA"/>
    <w:rsid w:val="00977299"/>
    <w:rsid w:val="00A243B7"/>
    <w:rsid w:val="00A26C04"/>
    <w:rsid w:val="00AD34E6"/>
    <w:rsid w:val="00AD7386"/>
    <w:rsid w:val="00B561C4"/>
    <w:rsid w:val="00C25CD8"/>
    <w:rsid w:val="00CD6557"/>
    <w:rsid w:val="00D3180C"/>
    <w:rsid w:val="00D66332"/>
    <w:rsid w:val="00E43DDD"/>
    <w:rsid w:val="00E47D22"/>
    <w:rsid w:val="00E87851"/>
    <w:rsid w:val="00ED2B56"/>
    <w:rsid w:val="00ED395D"/>
    <w:rsid w:val="00ED7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B5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1734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91734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91734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91734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91734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91734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91734"/>
    <w:pPr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91734"/>
    <w:pPr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173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91734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91734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91734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91734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91734"/>
    <w:rPr>
      <w:rFonts w:ascii="Calibri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91734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91734"/>
    <w:rPr>
      <w:rFonts w:ascii="Calibri" w:hAnsi="Calibri" w:cs="Times New Roman"/>
      <w:i/>
      <w:iCs/>
      <w:sz w:val="24"/>
      <w:szCs w:val="24"/>
      <w:lang w:eastAsia="en-US"/>
    </w:rPr>
  </w:style>
  <w:style w:type="paragraph" w:styleId="NoSpacing">
    <w:name w:val="No Spacing"/>
    <w:uiPriority w:val="99"/>
    <w:qFormat/>
    <w:rsid w:val="0089173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7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195</Words>
  <Characters>1112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User</cp:lastModifiedBy>
  <cp:revision>12</cp:revision>
  <dcterms:created xsi:type="dcterms:W3CDTF">2014-12-19T09:09:00Z</dcterms:created>
  <dcterms:modified xsi:type="dcterms:W3CDTF">2015-10-02T08:10:00Z</dcterms:modified>
</cp:coreProperties>
</file>