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221" w:rsidRDefault="00AF7221" w:rsidP="00C30EA3">
      <w:pPr>
        <w:pStyle w:val="Title"/>
        <w:ind w:firstLine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Российская Федерация                           </w:t>
      </w:r>
    </w:p>
    <w:p w:rsidR="00AF7221" w:rsidRDefault="00AF7221" w:rsidP="00584B5D">
      <w:pPr>
        <w:pStyle w:val="Title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Ключевское районное Собрание депутатов</w:t>
      </w:r>
    </w:p>
    <w:p w:rsidR="00AF7221" w:rsidRDefault="00AF7221" w:rsidP="00584B5D">
      <w:pPr>
        <w:pStyle w:val="Title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Алтайского края</w:t>
      </w:r>
    </w:p>
    <w:p w:rsidR="00AF7221" w:rsidRDefault="00AF7221" w:rsidP="00584B5D">
      <w:pPr>
        <w:pStyle w:val="Title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Двадцать четвертая сессия седьмого созыва</w:t>
      </w:r>
    </w:p>
    <w:p w:rsidR="00AF7221" w:rsidRDefault="00AF7221" w:rsidP="00584B5D">
      <w:pPr>
        <w:pStyle w:val="Title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F7221" w:rsidRDefault="00AF7221" w:rsidP="00584B5D">
      <w:pPr>
        <w:pStyle w:val="Title"/>
        <w:ind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AF7221" w:rsidRDefault="00AF7221" w:rsidP="00584B5D">
      <w:pPr>
        <w:pStyle w:val="Title"/>
        <w:ind w:firstLine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F7221" w:rsidRDefault="00AF7221" w:rsidP="00584B5D">
      <w:pPr>
        <w:pStyle w:val="Subtitle"/>
        <w:rPr>
          <w:rFonts w:ascii="Times New Roman" w:hAnsi="Times New Roman" w:cs="Times New Roman"/>
          <w:sz w:val="28"/>
          <w:szCs w:val="28"/>
        </w:rPr>
      </w:pPr>
    </w:p>
    <w:p w:rsidR="00AF7221" w:rsidRDefault="00AF7221" w:rsidP="006647DF">
      <w:pPr>
        <w:pStyle w:val="Subtitle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23 » декабря  2019                                                                                   № 169   </w:t>
      </w:r>
    </w:p>
    <w:p w:rsidR="00AF7221" w:rsidRPr="001660E2" w:rsidRDefault="00AF7221" w:rsidP="00584B5D">
      <w:pPr>
        <w:widowControl w:val="0"/>
        <w:ind w:firstLine="709"/>
        <w:jc w:val="center"/>
        <w:rPr>
          <w:sz w:val="28"/>
          <w:szCs w:val="28"/>
        </w:rPr>
      </w:pPr>
    </w:p>
    <w:p w:rsidR="00AF7221" w:rsidRDefault="00AF7221" w:rsidP="00584B5D">
      <w:pPr>
        <w:widowControl w:val="0"/>
        <w:jc w:val="center"/>
        <w:rPr>
          <w:b/>
          <w:bCs/>
          <w:sz w:val="28"/>
          <w:szCs w:val="28"/>
        </w:rPr>
      </w:pPr>
      <w:r w:rsidRPr="001660E2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районном</w:t>
      </w:r>
      <w:r w:rsidRPr="001660E2">
        <w:rPr>
          <w:b/>
          <w:bCs/>
          <w:sz w:val="28"/>
          <w:szCs w:val="28"/>
        </w:rPr>
        <w:t xml:space="preserve"> бюджете на 20</w:t>
      </w:r>
      <w:r>
        <w:rPr>
          <w:b/>
          <w:bCs/>
          <w:sz w:val="28"/>
          <w:szCs w:val="28"/>
        </w:rPr>
        <w:t>20</w:t>
      </w:r>
      <w:r w:rsidRPr="001660E2">
        <w:rPr>
          <w:b/>
          <w:bCs/>
          <w:sz w:val="28"/>
          <w:szCs w:val="28"/>
        </w:rPr>
        <w:t xml:space="preserve"> год</w:t>
      </w:r>
    </w:p>
    <w:p w:rsidR="00AF7221" w:rsidRPr="001660E2" w:rsidRDefault="00AF7221" w:rsidP="00584B5D">
      <w:pPr>
        <w:widowControl w:val="0"/>
        <w:jc w:val="center"/>
        <w:rPr>
          <w:b/>
          <w:bCs/>
          <w:sz w:val="28"/>
          <w:szCs w:val="28"/>
        </w:rPr>
      </w:pPr>
      <w:r w:rsidRPr="001660E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на плановый период 2021 и 2022 годов</w:t>
      </w:r>
    </w:p>
    <w:p w:rsidR="00AF7221" w:rsidRPr="001660E2" w:rsidRDefault="00AF7221" w:rsidP="00584B5D">
      <w:pPr>
        <w:widowControl w:val="0"/>
        <w:ind w:firstLine="709"/>
        <w:jc w:val="both"/>
        <w:rPr>
          <w:sz w:val="32"/>
          <w:szCs w:val="32"/>
        </w:rPr>
      </w:pPr>
    </w:p>
    <w:p w:rsidR="00AF7221" w:rsidRPr="001660E2" w:rsidRDefault="00AF7221" w:rsidP="0026613B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CE65C7">
        <w:rPr>
          <w:b/>
          <w:bCs/>
          <w:sz w:val="28"/>
          <w:szCs w:val="28"/>
        </w:rPr>
        <w:t>Статья 1.</w:t>
      </w:r>
      <w:r w:rsidRPr="001660E2">
        <w:rPr>
          <w:b/>
          <w:bCs/>
          <w:sz w:val="28"/>
          <w:szCs w:val="28"/>
        </w:rPr>
        <w:t xml:space="preserve"> Основные характеристики</w:t>
      </w:r>
      <w:r w:rsidRPr="00DE42DF">
        <w:rPr>
          <w:sz w:val="28"/>
          <w:szCs w:val="28"/>
        </w:rPr>
        <w:t xml:space="preserve"> </w:t>
      </w:r>
      <w:r w:rsidRPr="001660E2">
        <w:rPr>
          <w:b/>
          <w:bCs/>
          <w:sz w:val="28"/>
          <w:szCs w:val="28"/>
        </w:rPr>
        <w:t>бюджета</w:t>
      </w:r>
      <w:r>
        <w:rPr>
          <w:b/>
          <w:bCs/>
          <w:sz w:val="28"/>
          <w:szCs w:val="28"/>
        </w:rPr>
        <w:t xml:space="preserve"> муниципального образования Ключевский район</w:t>
      </w:r>
      <w:r w:rsidRPr="001660E2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20</w:t>
      </w:r>
      <w:r w:rsidRPr="001660E2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на плановый период 2021 и 2022 годов</w:t>
      </w:r>
    </w:p>
    <w:p w:rsidR="00AF7221" w:rsidRDefault="00AF7221" w:rsidP="00584B5D">
      <w:pPr>
        <w:widowControl w:val="0"/>
        <w:ind w:firstLine="709"/>
        <w:jc w:val="both"/>
        <w:rPr>
          <w:sz w:val="32"/>
          <w:szCs w:val="32"/>
        </w:rPr>
      </w:pPr>
    </w:p>
    <w:p w:rsidR="00AF7221" w:rsidRPr="00D16F17" w:rsidRDefault="00AF7221" w:rsidP="00004700">
      <w:pPr>
        <w:ind w:firstLine="709"/>
        <w:jc w:val="both"/>
        <w:rPr>
          <w:sz w:val="28"/>
          <w:szCs w:val="28"/>
        </w:rPr>
      </w:pPr>
      <w:r w:rsidRPr="00D16F17">
        <w:rPr>
          <w:sz w:val="28"/>
          <w:szCs w:val="28"/>
        </w:rPr>
        <w:t xml:space="preserve">1. Утвердить основные характеристики бюджета муниципального образования </w:t>
      </w:r>
      <w:r w:rsidRPr="00004700">
        <w:rPr>
          <w:sz w:val="28"/>
          <w:szCs w:val="28"/>
        </w:rPr>
        <w:t>Ключевский район</w:t>
      </w:r>
      <w:r>
        <w:rPr>
          <w:sz w:val="28"/>
          <w:szCs w:val="28"/>
        </w:rPr>
        <w:t xml:space="preserve"> (далее - бюджет района)</w:t>
      </w:r>
      <w:r w:rsidRPr="00004700">
        <w:rPr>
          <w:sz w:val="28"/>
          <w:szCs w:val="28"/>
        </w:rPr>
        <w:t xml:space="preserve"> </w:t>
      </w:r>
      <w:r w:rsidRPr="00D16F17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D16F17">
        <w:rPr>
          <w:sz w:val="28"/>
          <w:szCs w:val="28"/>
        </w:rPr>
        <w:t xml:space="preserve"> год:</w:t>
      </w:r>
    </w:p>
    <w:p w:rsidR="00AF7221" w:rsidRPr="00FA04D9" w:rsidRDefault="00AF7221" w:rsidP="00004700">
      <w:pPr>
        <w:ind w:firstLine="709"/>
        <w:jc w:val="both"/>
        <w:rPr>
          <w:color w:val="0000CC"/>
          <w:sz w:val="28"/>
          <w:szCs w:val="28"/>
        </w:rPr>
      </w:pPr>
      <w:r w:rsidRPr="009174DC">
        <w:rPr>
          <w:sz w:val="28"/>
          <w:szCs w:val="28"/>
        </w:rPr>
        <w:t>1) прогнозируемый общий объем доходов бюджета</w:t>
      </w:r>
      <w:r>
        <w:rPr>
          <w:sz w:val="28"/>
          <w:szCs w:val="28"/>
        </w:rPr>
        <w:t xml:space="preserve"> района-</w:t>
      </w:r>
      <w:r w:rsidRPr="009174DC">
        <w:rPr>
          <w:sz w:val="28"/>
          <w:szCs w:val="28"/>
        </w:rPr>
        <w:t xml:space="preserve"> </w:t>
      </w:r>
      <w:r>
        <w:rPr>
          <w:sz w:val="28"/>
          <w:szCs w:val="28"/>
        </w:rPr>
        <w:t>309 882,7</w:t>
      </w:r>
      <w:r w:rsidRPr="009174DC">
        <w:rPr>
          <w:sz w:val="28"/>
          <w:szCs w:val="28"/>
        </w:rPr>
        <w:t> 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 xml:space="preserve">рублей, в том числе собственные доходы без учета финансовой помощи из краевого бюджета </w:t>
      </w:r>
      <w:r>
        <w:rPr>
          <w:sz w:val="28"/>
          <w:szCs w:val="28"/>
        </w:rPr>
        <w:t>–</w:t>
      </w:r>
      <w:r w:rsidRPr="009174DC">
        <w:rPr>
          <w:sz w:val="28"/>
          <w:szCs w:val="28"/>
        </w:rPr>
        <w:t xml:space="preserve"> </w:t>
      </w:r>
      <w:r>
        <w:rPr>
          <w:sz w:val="28"/>
          <w:szCs w:val="28"/>
        </w:rPr>
        <w:t>84 858,1</w:t>
      </w:r>
      <w:r w:rsidRPr="009174D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 xml:space="preserve">рублей, объем межбюджетных трансфертов, получаемых из краевого бюджета </w:t>
      </w:r>
      <w:r>
        <w:rPr>
          <w:sz w:val="28"/>
          <w:szCs w:val="28"/>
        </w:rPr>
        <w:t>–</w:t>
      </w:r>
      <w:r w:rsidRPr="00917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225 004,6 </w:t>
      </w:r>
      <w:r w:rsidRPr="009174DC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A40B4F"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>объем межбюджетных трансфертов</w:t>
      </w:r>
      <w:r>
        <w:rPr>
          <w:sz w:val="28"/>
          <w:szCs w:val="28"/>
        </w:rPr>
        <w:t>, передаваемых из бюджетов поселений на осуществление части полномочий по решению вопросов местного значения в соответствии с заключенными соглашениями – 20,0 тыс. рублей</w:t>
      </w:r>
      <w:r w:rsidRPr="009174DC">
        <w:rPr>
          <w:sz w:val="28"/>
          <w:szCs w:val="28"/>
        </w:rPr>
        <w:t>;</w:t>
      </w:r>
    </w:p>
    <w:p w:rsidR="00AF7221" w:rsidRDefault="00AF7221" w:rsidP="00004700">
      <w:pPr>
        <w:ind w:firstLine="709"/>
        <w:jc w:val="both"/>
        <w:rPr>
          <w:sz w:val="28"/>
          <w:szCs w:val="28"/>
        </w:rPr>
      </w:pPr>
      <w:r w:rsidRPr="009174DC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района</w:t>
      </w:r>
      <w:r w:rsidRPr="009174DC">
        <w:rPr>
          <w:sz w:val="28"/>
          <w:szCs w:val="28"/>
        </w:rPr>
        <w:t xml:space="preserve"> </w:t>
      </w:r>
      <w:r>
        <w:rPr>
          <w:sz w:val="28"/>
          <w:szCs w:val="28"/>
        </w:rPr>
        <w:t>– 318 367,7</w:t>
      </w:r>
      <w:r w:rsidRPr="009174DC">
        <w:rPr>
          <w:sz w:val="28"/>
          <w:szCs w:val="28"/>
        </w:rPr>
        <w:t xml:space="preserve">  тыс.рублей;</w:t>
      </w:r>
    </w:p>
    <w:p w:rsidR="00AF7221" w:rsidRPr="00CB1155" w:rsidRDefault="00AF7221" w:rsidP="00004700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3) предельный объем муниципального долга на 2020 год в размере 84 858,1</w:t>
      </w:r>
      <w:r w:rsidRPr="00D41524">
        <w:rPr>
          <w:sz w:val="28"/>
          <w:szCs w:val="28"/>
        </w:rPr>
        <w:t xml:space="preserve"> тыс.рублей;</w:t>
      </w:r>
    </w:p>
    <w:p w:rsidR="00AF7221" w:rsidRPr="009174DC" w:rsidRDefault="00AF7221" w:rsidP="00004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524">
        <w:rPr>
          <w:sz w:val="28"/>
          <w:szCs w:val="28"/>
        </w:rPr>
        <w:t xml:space="preserve">4) верхний предел муниципального долга на </w:t>
      </w:r>
      <w:r>
        <w:rPr>
          <w:sz w:val="28"/>
          <w:szCs w:val="28"/>
        </w:rPr>
        <w:t>1 января 2021 года в сумме 33 600</w:t>
      </w:r>
      <w:r w:rsidRPr="00D41524">
        <w:rPr>
          <w:sz w:val="28"/>
          <w:szCs w:val="28"/>
        </w:rPr>
        <w:t xml:space="preserve"> тыс.рублей, в том числе верхний предел долга по муниципальным гарантиям </w:t>
      </w:r>
      <w:r>
        <w:rPr>
          <w:sz w:val="28"/>
          <w:szCs w:val="28"/>
        </w:rPr>
        <w:t>–</w:t>
      </w:r>
      <w:r w:rsidRPr="00D41524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D41524">
        <w:rPr>
          <w:sz w:val="28"/>
          <w:szCs w:val="28"/>
        </w:rPr>
        <w:t xml:space="preserve"> тыс.рублей</w:t>
      </w:r>
      <w:r w:rsidRPr="009174DC">
        <w:rPr>
          <w:sz w:val="28"/>
          <w:szCs w:val="28"/>
        </w:rPr>
        <w:t xml:space="preserve">; </w:t>
      </w:r>
    </w:p>
    <w:p w:rsidR="00AF7221" w:rsidRDefault="00AF7221" w:rsidP="006C56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9174DC">
        <w:rPr>
          <w:sz w:val="28"/>
          <w:szCs w:val="28"/>
        </w:rPr>
        <w:t xml:space="preserve"> дефицит бюджета </w:t>
      </w:r>
      <w:r>
        <w:rPr>
          <w:sz w:val="28"/>
          <w:szCs w:val="28"/>
        </w:rPr>
        <w:t>района</w:t>
      </w:r>
      <w:r w:rsidRPr="009174DC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8 485,0</w:t>
      </w:r>
      <w:r w:rsidRPr="009174D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>рублей.</w:t>
      </w:r>
    </w:p>
    <w:p w:rsidR="00AF7221" w:rsidRPr="00F16F8A" w:rsidRDefault="00AF7221" w:rsidP="00B260D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16F8A">
        <w:rPr>
          <w:sz w:val="28"/>
          <w:szCs w:val="28"/>
        </w:rPr>
        <w:t> Утвердить основные характеристики бюджета</w:t>
      </w:r>
      <w:r>
        <w:rPr>
          <w:sz w:val="28"/>
          <w:szCs w:val="28"/>
        </w:rPr>
        <w:t xml:space="preserve"> муниципального образования Ключевский район</w:t>
      </w:r>
      <w:r w:rsidRPr="00F16F8A">
        <w:rPr>
          <w:sz w:val="28"/>
          <w:szCs w:val="28"/>
        </w:rPr>
        <w:t xml:space="preserve"> на 2021 год </w:t>
      </w:r>
      <w:r w:rsidRPr="00F16F8A">
        <w:rPr>
          <w:sz w:val="28"/>
          <w:szCs w:val="28"/>
        </w:rPr>
        <w:br/>
        <w:t>и на 2022 год:</w:t>
      </w:r>
    </w:p>
    <w:p w:rsidR="00AF7221" w:rsidRPr="00F16F8A" w:rsidRDefault="00AF7221" w:rsidP="00B260D6">
      <w:pPr>
        <w:widowControl w:val="0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174DC">
        <w:rPr>
          <w:sz w:val="28"/>
          <w:szCs w:val="28"/>
        </w:rPr>
        <w:t>прогнозируемый общий объем доходов бюджета</w:t>
      </w:r>
      <w:r>
        <w:rPr>
          <w:sz w:val="28"/>
          <w:szCs w:val="28"/>
        </w:rPr>
        <w:t xml:space="preserve"> района-</w:t>
      </w:r>
      <w:r w:rsidRPr="00917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262 191,0 </w:t>
      </w:r>
      <w:r w:rsidRPr="009174DC">
        <w:rPr>
          <w:sz w:val="28"/>
          <w:szCs w:val="28"/>
        </w:rPr>
        <w:t> 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 xml:space="preserve">рублей, в том числе собственные доходы без учета финансовой помощи из краевого бюджета </w:t>
      </w:r>
      <w:r>
        <w:rPr>
          <w:sz w:val="28"/>
          <w:szCs w:val="28"/>
        </w:rPr>
        <w:t>–</w:t>
      </w:r>
      <w:r w:rsidRPr="009174DC">
        <w:rPr>
          <w:sz w:val="28"/>
          <w:szCs w:val="28"/>
        </w:rPr>
        <w:t xml:space="preserve"> </w:t>
      </w:r>
      <w:r>
        <w:rPr>
          <w:sz w:val="28"/>
          <w:szCs w:val="28"/>
        </w:rPr>
        <w:t>83 794,6</w:t>
      </w:r>
      <w:r w:rsidRPr="009174D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 xml:space="preserve">рублей, объем межбюджетных трансфертов, получаемых из краевого бюджета </w:t>
      </w:r>
      <w:r>
        <w:rPr>
          <w:sz w:val="28"/>
          <w:szCs w:val="28"/>
        </w:rPr>
        <w:t>–</w:t>
      </w:r>
      <w:r w:rsidRPr="00917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178 376,4 </w:t>
      </w:r>
      <w:r w:rsidRPr="009174DC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A40B4F"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>объем межбюджетных трансфертов</w:t>
      </w:r>
      <w:r>
        <w:rPr>
          <w:sz w:val="28"/>
          <w:szCs w:val="28"/>
        </w:rPr>
        <w:t xml:space="preserve">, передаваемых из бюджетов поселений на осуществление части полномочий по решению вопросов местного значения в соответствии с заключенными соглашениями – </w:t>
      </w:r>
      <w:r w:rsidRPr="00CB1155">
        <w:rPr>
          <w:sz w:val="28"/>
          <w:szCs w:val="28"/>
        </w:rPr>
        <w:t>20,</w:t>
      </w:r>
      <w:r>
        <w:rPr>
          <w:sz w:val="28"/>
          <w:szCs w:val="28"/>
        </w:rPr>
        <w:t>0 тыс. рублей</w:t>
      </w:r>
      <w:r w:rsidRPr="00F16F8A">
        <w:rPr>
          <w:spacing w:val="-2"/>
          <w:sz w:val="28"/>
          <w:szCs w:val="28"/>
        </w:rPr>
        <w:t>;</w:t>
      </w:r>
      <w:r>
        <w:rPr>
          <w:spacing w:val="-2"/>
          <w:sz w:val="28"/>
          <w:szCs w:val="28"/>
        </w:rPr>
        <w:t xml:space="preserve"> и на 2022 год в сумме </w:t>
      </w:r>
      <w:r>
        <w:rPr>
          <w:sz w:val="28"/>
          <w:szCs w:val="28"/>
        </w:rPr>
        <w:t xml:space="preserve">258 957,4 </w:t>
      </w:r>
      <w:r w:rsidRPr="009174DC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 xml:space="preserve">рублей, в том числе собственные доходы без учета финансовой помощи из краевого бюджета </w:t>
      </w:r>
      <w:r>
        <w:rPr>
          <w:sz w:val="28"/>
          <w:szCs w:val="28"/>
        </w:rPr>
        <w:t>–</w:t>
      </w:r>
      <w:r w:rsidRPr="009174DC">
        <w:rPr>
          <w:sz w:val="28"/>
          <w:szCs w:val="28"/>
        </w:rPr>
        <w:t xml:space="preserve"> </w:t>
      </w:r>
      <w:r>
        <w:rPr>
          <w:sz w:val="28"/>
          <w:szCs w:val="28"/>
        </w:rPr>
        <w:t>84 594,6</w:t>
      </w:r>
      <w:r w:rsidRPr="009174D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 xml:space="preserve">рублей, объем межбюджетных трансфертов, получаемых из краевого бюджета </w:t>
      </w:r>
      <w:r>
        <w:rPr>
          <w:sz w:val="28"/>
          <w:szCs w:val="28"/>
        </w:rPr>
        <w:t>–</w:t>
      </w:r>
      <w:r w:rsidRPr="009174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174 342,8 </w:t>
      </w:r>
      <w:r w:rsidRPr="009174DC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A40B4F">
        <w:rPr>
          <w:sz w:val="28"/>
          <w:szCs w:val="28"/>
        </w:rPr>
        <w:t xml:space="preserve"> </w:t>
      </w:r>
      <w:r w:rsidRPr="009174DC">
        <w:rPr>
          <w:sz w:val="28"/>
          <w:szCs w:val="28"/>
        </w:rPr>
        <w:t>объем межбюджетных трансфертов</w:t>
      </w:r>
      <w:r>
        <w:rPr>
          <w:sz w:val="28"/>
          <w:szCs w:val="28"/>
        </w:rPr>
        <w:t>, передаваемых из бюджетов поселений на осуществление части полномочий по решению вопросов местного значения в соответствии с заключенными соглашениями – 20,0 тыс. рублей</w:t>
      </w:r>
    </w:p>
    <w:p w:rsidR="00AF7221" w:rsidRPr="00F16F8A" w:rsidRDefault="00AF7221" w:rsidP="00B260D6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F16F8A">
        <w:rPr>
          <w:spacing w:val="-2"/>
          <w:sz w:val="28"/>
          <w:szCs w:val="28"/>
        </w:rPr>
        <w:t>2)</w:t>
      </w:r>
      <w:r w:rsidRPr="00F16F8A">
        <w:rPr>
          <w:spacing w:val="-2"/>
          <w:sz w:val="28"/>
          <w:szCs w:val="28"/>
          <w:lang w:val="en-US"/>
        </w:rPr>
        <w:t> </w:t>
      </w:r>
      <w:r w:rsidRPr="00F16F8A">
        <w:rPr>
          <w:spacing w:val="-2"/>
          <w:sz w:val="28"/>
          <w:szCs w:val="28"/>
        </w:rPr>
        <w:t>общий объем расходов бюджета</w:t>
      </w:r>
      <w:r>
        <w:rPr>
          <w:spacing w:val="-2"/>
          <w:sz w:val="28"/>
          <w:szCs w:val="28"/>
        </w:rPr>
        <w:t xml:space="preserve"> района</w:t>
      </w:r>
      <w:r w:rsidRPr="00F16F8A">
        <w:rPr>
          <w:spacing w:val="-2"/>
          <w:sz w:val="28"/>
          <w:szCs w:val="28"/>
        </w:rPr>
        <w:t xml:space="preserve"> на 2021 год в сумме </w:t>
      </w:r>
      <w:r>
        <w:rPr>
          <w:spacing w:val="-2"/>
          <w:sz w:val="28"/>
          <w:szCs w:val="28"/>
        </w:rPr>
        <w:t xml:space="preserve"> 270  570,0 тыс. </w:t>
      </w:r>
      <w:r w:rsidRPr="00F16F8A">
        <w:rPr>
          <w:spacing w:val="-2"/>
          <w:sz w:val="28"/>
          <w:szCs w:val="28"/>
        </w:rPr>
        <w:t>рублей</w:t>
      </w:r>
      <w:r>
        <w:rPr>
          <w:spacing w:val="-2"/>
          <w:sz w:val="28"/>
          <w:szCs w:val="28"/>
        </w:rPr>
        <w:t xml:space="preserve">, и на 2022 год </w:t>
      </w:r>
      <w:r w:rsidRPr="00F16F8A">
        <w:rPr>
          <w:spacing w:val="-2"/>
          <w:sz w:val="28"/>
          <w:szCs w:val="28"/>
        </w:rPr>
        <w:t xml:space="preserve">в сумме </w:t>
      </w:r>
      <w:r>
        <w:rPr>
          <w:spacing w:val="-2"/>
          <w:sz w:val="28"/>
          <w:szCs w:val="28"/>
        </w:rPr>
        <w:t>267 416,4</w:t>
      </w:r>
      <w:r w:rsidRPr="00F16F8A">
        <w:rPr>
          <w:spacing w:val="-2"/>
          <w:sz w:val="28"/>
          <w:szCs w:val="28"/>
        </w:rPr>
        <w:t xml:space="preserve"> тыс. рублей</w:t>
      </w:r>
      <w:r>
        <w:rPr>
          <w:spacing w:val="-2"/>
          <w:sz w:val="28"/>
          <w:szCs w:val="28"/>
        </w:rPr>
        <w:t>;</w:t>
      </w:r>
    </w:p>
    <w:p w:rsidR="00AF7221" w:rsidRPr="009174DC" w:rsidRDefault="00AF7221" w:rsidP="009544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предельный объем муниципального долга на 2021 год в размере 83 794,6 тыс.рублей; на </w:t>
      </w:r>
      <w:r w:rsidRPr="007E4F57">
        <w:rPr>
          <w:sz w:val="28"/>
          <w:szCs w:val="28"/>
        </w:rPr>
        <w:t>2022 год в сумме</w:t>
      </w:r>
      <w:r>
        <w:rPr>
          <w:sz w:val="28"/>
          <w:szCs w:val="28"/>
        </w:rPr>
        <w:t xml:space="preserve"> 84 594,6 тыс.рублей.</w:t>
      </w:r>
    </w:p>
    <w:p w:rsidR="00AF7221" w:rsidRPr="009174DC" w:rsidRDefault="00AF7221" w:rsidP="009544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4DC">
        <w:rPr>
          <w:sz w:val="28"/>
          <w:szCs w:val="28"/>
        </w:rPr>
        <w:t>4)</w:t>
      </w:r>
      <w:r w:rsidRPr="009174DC">
        <w:rPr>
          <w:sz w:val="28"/>
          <w:szCs w:val="28"/>
        </w:rPr>
        <w:t xml:space="preserve"> верхний предел муниципального долга на 1 января 20</w:t>
      </w:r>
      <w:r>
        <w:rPr>
          <w:sz w:val="28"/>
          <w:szCs w:val="28"/>
        </w:rPr>
        <w:t xml:space="preserve">22 </w:t>
      </w:r>
      <w:r w:rsidRPr="009174DC">
        <w:rPr>
          <w:sz w:val="28"/>
          <w:szCs w:val="28"/>
        </w:rPr>
        <w:t xml:space="preserve">года в сумме </w:t>
      </w:r>
      <w:r>
        <w:rPr>
          <w:sz w:val="28"/>
          <w:szCs w:val="28"/>
        </w:rPr>
        <w:t>28 470</w:t>
      </w:r>
      <w:r w:rsidRPr="009174DC">
        <w:rPr>
          <w:sz w:val="28"/>
          <w:szCs w:val="28"/>
        </w:rPr>
        <w:t xml:space="preserve"> тыс.рублей, в том числе верхний предел долга по муниципальным гарантиям - 0,0 тыс.рублей; </w:t>
      </w:r>
      <w:r>
        <w:rPr>
          <w:sz w:val="28"/>
          <w:szCs w:val="28"/>
        </w:rPr>
        <w:t>на 1 января 2023 года в сумме 21 630 тыс.рублей.</w:t>
      </w:r>
    </w:p>
    <w:p w:rsidR="00AF7221" w:rsidRDefault="00AF7221" w:rsidP="009544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9174DC">
        <w:rPr>
          <w:sz w:val="28"/>
          <w:szCs w:val="28"/>
        </w:rPr>
        <w:t xml:space="preserve"> дефицит бюджета </w:t>
      </w:r>
      <w:r>
        <w:rPr>
          <w:sz w:val="28"/>
          <w:szCs w:val="28"/>
        </w:rPr>
        <w:t>района</w:t>
      </w:r>
      <w:r w:rsidRPr="009174DC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на 2021 год – 8 379,0</w:t>
      </w:r>
      <w:r w:rsidRPr="009174D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рублей; на 2022 год - 8 459,0 тыс.рублей.</w:t>
      </w:r>
    </w:p>
    <w:p w:rsidR="00AF7221" w:rsidRDefault="00AF7221" w:rsidP="00004700">
      <w:pPr>
        <w:ind w:firstLine="709"/>
        <w:jc w:val="both"/>
        <w:rPr>
          <w:sz w:val="28"/>
          <w:szCs w:val="28"/>
        </w:rPr>
      </w:pPr>
      <w:r w:rsidRPr="00D16F17">
        <w:rPr>
          <w:sz w:val="28"/>
          <w:szCs w:val="28"/>
        </w:rPr>
        <w:t xml:space="preserve">2. Утвердить источники финансирования дефицита бюджета </w:t>
      </w:r>
      <w:r>
        <w:rPr>
          <w:sz w:val="28"/>
          <w:szCs w:val="28"/>
        </w:rPr>
        <w:t>района</w:t>
      </w:r>
      <w:r w:rsidRPr="00D16F17">
        <w:rPr>
          <w:sz w:val="28"/>
          <w:szCs w:val="28"/>
        </w:rPr>
        <w:t xml:space="preserve"> на 20</w:t>
      </w:r>
      <w:r>
        <w:rPr>
          <w:sz w:val="28"/>
          <w:szCs w:val="28"/>
        </w:rPr>
        <w:t xml:space="preserve">20 год, согласно приложению №1, 2021 год и 2022 год </w:t>
      </w:r>
      <w:r w:rsidRPr="00D16F17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 2</w:t>
      </w:r>
      <w:r w:rsidRPr="00D16F17">
        <w:rPr>
          <w:sz w:val="28"/>
          <w:szCs w:val="28"/>
        </w:rPr>
        <w:t xml:space="preserve"> к настоящему решению </w:t>
      </w:r>
      <w:r w:rsidRPr="007759D7">
        <w:rPr>
          <w:sz w:val="28"/>
          <w:szCs w:val="28"/>
        </w:rPr>
        <w:t>Ключевско</w:t>
      </w:r>
      <w:r>
        <w:rPr>
          <w:sz w:val="28"/>
          <w:szCs w:val="28"/>
        </w:rPr>
        <w:t>го</w:t>
      </w:r>
      <w:r w:rsidRPr="007759D7">
        <w:rPr>
          <w:sz w:val="28"/>
          <w:szCs w:val="28"/>
        </w:rPr>
        <w:t xml:space="preserve"> районно</w:t>
      </w:r>
      <w:r>
        <w:rPr>
          <w:sz w:val="28"/>
          <w:szCs w:val="28"/>
        </w:rPr>
        <w:t>го</w:t>
      </w:r>
      <w:r w:rsidRPr="007759D7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я</w:t>
      </w:r>
      <w:r w:rsidRPr="007759D7">
        <w:rPr>
          <w:sz w:val="28"/>
          <w:szCs w:val="28"/>
        </w:rPr>
        <w:t xml:space="preserve"> депутатов</w:t>
      </w:r>
      <w:r>
        <w:rPr>
          <w:b/>
          <w:bCs/>
          <w:sz w:val="28"/>
          <w:szCs w:val="28"/>
        </w:rPr>
        <w:t xml:space="preserve"> </w:t>
      </w:r>
      <w:r w:rsidRPr="00D16F17">
        <w:rPr>
          <w:sz w:val="28"/>
          <w:szCs w:val="28"/>
        </w:rPr>
        <w:t>Алтайского края (далее – Решение).</w:t>
      </w:r>
    </w:p>
    <w:p w:rsidR="00AF7221" w:rsidRPr="001660E2" w:rsidRDefault="00AF7221" w:rsidP="00584B5D">
      <w:pPr>
        <w:widowControl w:val="0"/>
        <w:ind w:firstLine="709"/>
        <w:jc w:val="both"/>
        <w:rPr>
          <w:sz w:val="32"/>
          <w:szCs w:val="32"/>
        </w:rPr>
      </w:pPr>
    </w:p>
    <w:p w:rsidR="00AF7221" w:rsidRPr="001660E2" w:rsidRDefault="00AF7221" w:rsidP="0026613B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CE65C7">
        <w:rPr>
          <w:b/>
          <w:bCs/>
          <w:sz w:val="28"/>
          <w:szCs w:val="28"/>
        </w:rPr>
        <w:t>Статья 2.</w:t>
      </w:r>
      <w:r w:rsidRPr="001660E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1660E2">
        <w:rPr>
          <w:b/>
          <w:bCs/>
          <w:sz w:val="28"/>
          <w:szCs w:val="28"/>
        </w:rPr>
        <w:t xml:space="preserve">Нормативы </w:t>
      </w:r>
      <w:r>
        <w:rPr>
          <w:b/>
          <w:bCs/>
          <w:sz w:val="28"/>
          <w:szCs w:val="28"/>
        </w:rPr>
        <w:t>отчислений  доходов в бюджет района на 2020</w:t>
      </w:r>
      <w:r w:rsidRPr="001660E2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на плановый период 2021 и 2022 годов.</w:t>
      </w:r>
    </w:p>
    <w:p w:rsidR="00AF7221" w:rsidRPr="001660E2" w:rsidRDefault="00AF7221" w:rsidP="00584B5D">
      <w:pPr>
        <w:widowControl w:val="0"/>
        <w:ind w:firstLine="709"/>
        <w:jc w:val="both"/>
        <w:rPr>
          <w:sz w:val="32"/>
          <w:szCs w:val="32"/>
        </w:rPr>
      </w:pPr>
    </w:p>
    <w:p w:rsidR="00AF7221" w:rsidRPr="001660E2" w:rsidRDefault="00AF7221" w:rsidP="00584B5D">
      <w:pPr>
        <w:widowControl w:val="0"/>
        <w:ind w:firstLine="709"/>
        <w:jc w:val="both"/>
        <w:rPr>
          <w:sz w:val="28"/>
          <w:szCs w:val="28"/>
        </w:rPr>
      </w:pPr>
      <w:r w:rsidRPr="001660E2">
        <w:rPr>
          <w:sz w:val="28"/>
          <w:szCs w:val="28"/>
        </w:rPr>
        <w:t xml:space="preserve">1. Утвердить нормативы </w:t>
      </w:r>
      <w:r>
        <w:rPr>
          <w:sz w:val="28"/>
          <w:szCs w:val="28"/>
        </w:rPr>
        <w:t xml:space="preserve">отчисления </w:t>
      </w:r>
      <w:r w:rsidRPr="001660E2">
        <w:rPr>
          <w:sz w:val="28"/>
          <w:szCs w:val="28"/>
        </w:rPr>
        <w:t xml:space="preserve"> доходов </w:t>
      </w:r>
      <w:r>
        <w:rPr>
          <w:sz w:val="28"/>
          <w:szCs w:val="28"/>
        </w:rPr>
        <w:t>в</w:t>
      </w:r>
      <w:r w:rsidRPr="001660E2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>района на 2020 год и на плановый период 2021 и 2022 годов</w:t>
      </w:r>
      <w:r w:rsidRPr="001660E2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>й</w:t>
      </w:r>
      <w:r w:rsidRPr="001660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5,6,7 </w:t>
      </w:r>
      <w:r w:rsidRPr="001660E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1660E2">
        <w:rPr>
          <w:sz w:val="28"/>
          <w:szCs w:val="28"/>
        </w:rPr>
        <w:t>.</w:t>
      </w:r>
    </w:p>
    <w:p w:rsidR="00AF7221" w:rsidRPr="001660E2" w:rsidRDefault="00AF7221" w:rsidP="00584B5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i/>
          <w:iCs/>
          <w:sz w:val="28"/>
          <w:szCs w:val="28"/>
        </w:rPr>
      </w:pPr>
      <w:r w:rsidRPr="001660E2">
        <w:rPr>
          <w:b/>
          <w:bCs/>
          <w:i/>
          <w:iCs/>
          <w:sz w:val="28"/>
          <w:szCs w:val="28"/>
        </w:rPr>
        <w:t xml:space="preserve"> </w:t>
      </w:r>
    </w:p>
    <w:p w:rsidR="00AF7221" w:rsidRPr="001660E2" w:rsidRDefault="00AF7221" w:rsidP="00372A36">
      <w:pPr>
        <w:ind w:firstLine="709"/>
        <w:jc w:val="both"/>
        <w:rPr>
          <w:b/>
          <w:bCs/>
          <w:sz w:val="28"/>
          <w:szCs w:val="28"/>
        </w:rPr>
      </w:pPr>
      <w:r w:rsidRPr="00CE65C7">
        <w:rPr>
          <w:b/>
          <w:bCs/>
          <w:sz w:val="28"/>
          <w:szCs w:val="28"/>
        </w:rPr>
        <w:t>Статья 3.</w:t>
      </w:r>
      <w:r w:rsidRPr="001660E2">
        <w:rPr>
          <w:b/>
          <w:bCs/>
          <w:sz w:val="28"/>
          <w:szCs w:val="28"/>
        </w:rPr>
        <w:t xml:space="preserve"> </w:t>
      </w:r>
      <w:r w:rsidRPr="00DD593D">
        <w:rPr>
          <w:rStyle w:val="Strong"/>
          <w:sz w:val="28"/>
          <w:szCs w:val="28"/>
        </w:rPr>
        <w:t xml:space="preserve">Главные администраторы (администраторы) доходов и главные администраторы источников финансирования дефицита </w:t>
      </w:r>
    </w:p>
    <w:p w:rsidR="00AF7221" w:rsidRPr="001660E2" w:rsidRDefault="00AF7221" w:rsidP="00584B5D">
      <w:pPr>
        <w:ind w:firstLine="709"/>
        <w:jc w:val="both"/>
        <w:rPr>
          <w:sz w:val="28"/>
          <w:szCs w:val="28"/>
        </w:rPr>
      </w:pPr>
    </w:p>
    <w:p w:rsidR="00AF7221" w:rsidRPr="00372A36" w:rsidRDefault="00AF7221" w:rsidP="00584B5D">
      <w:pPr>
        <w:numPr>
          <w:ilvl w:val="0"/>
          <w:numId w:val="9"/>
        </w:numPr>
        <w:tabs>
          <w:tab w:val="num" w:pos="993"/>
        </w:tabs>
        <w:ind w:left="0"/>
        <w:jc w:val="both"/>
        <w:rPr>
          <w:sz w:val="28"/>
          <w:szCs w:val="28"/>
          <w:u w:val="single"/>
        </w:rPr>
      </w:pPr>
      <w:r w:rsidRPr="00FD74EF">
        <w:rPr>
          <w:sz w:val="28"/>
          <w:szCs w:val="28"/>
        </w:rPr>
        <w:t xml:space="preserve">Утвердить перечень главных администраторов </w:t>
      </w:r>
      <w:r>
        <w:rPr>
          <w:sz w:val="28"/>
          <w:szCs w:val="28"/>
        </w:rPr>
        <w:t xml:space="preserve">(администраторов) </w:t>
      </w:r>
      <w:r w:rsidRPr="00FD74EF">
        <w:rPr>
          <w:sz w:val="28"/>
          <w:szCs w:val="28"/>
        </w:rPr>
        <w:t xml:space="preserve">доходов бюджета </w:t>
      </w:r>
      <w:r>
        <w:rPr>
          <w:sz w:val="28"/>
          <w:szCs w:val="28"/>
        </w:rPr>
        <w:t>района</w:t>
      </w:r>
      <w:r w:rsidRPr="00FD74EF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 8</w:t>
      </w:r>
      <w:r w:rsidRPr="00FD74EF">
        <w:rPr>
          <w:sz w:val="28"/>
          <w:szCs w:val="28"/>
        </w:rPr>
        <w:t xml:space="preserve"> к настоящему Решению.</w:t>
      </w:r>
    </w:p>
    <w:p w:rsidR="00AF7221" w:rsidRDefault="00AF7221" w:rsidP="00372A36">
      <w:pPr>
        <w:pStyle w:val="NormalWeb"/>
        <w:spacing w:before="0" w:beforeAutospacing="0" w:after="0" w:afterAutospacing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72A3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D74EF">
        <w:rPr>
          <w:rFonts w:ascii="Times New Roman" w:hAnsi="Times New Roman" w:cs="Times New Roman"/>
          <w:sz w:val="28"/>
          <w:szCs w:val="28"/>
        </w:rPr>
        <w:t xml:space="preserve">Утвердить перечень главных администраторов источников </w:t>
      </w:r>
    </w:p>
    <w:p w:rsidR="00AF7221" w:rsidRPr="001660E2" w:rsidRDefault="00AF7221" w:rsidP="008C671F">
      <w:pPr>
        <w:pStyle w:val="NormalWeb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FD74EF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FD74E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9</w:t>
      </w:r>
      <w:r w:rsidRPr="00FD74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F7221" w:rsidRDefault="00AF7221" w:rsidP="00584B5D">
      <w:pPr>
        <w:ind w:firstLine="709"/>
        <w:jc w:val="both"/>
        <w:rPr>
          <w:sz w:val="28"/>
          <w:szCs w:val="28"/>
        </w:rPr>
      </w:pPr>
    </w:p>
    <w:p w:rsidR="00AF7221" w:rsidRDefault="00AF7221" w:rsidP="00584B5D">
      <w:pPr>
        <w:pStyle w:val="PlainTex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010B">
        <w:rPr>
          <w:rFonts w:ascii="Times New Roman" w:hAnsi="Times New Roman" w:cs="Times New Roman"/>
          <w:b/>
          <w:bCs/>
          <w:sz w:val="28"/>
          <w:szCs w:val="28"/>
        </w:rPr>
        <w:t>Статья 4. Бюджетные ассигнования бюджета района на 2020 год и на плановый период 2021 и 2022 годов</w:t>
      </w:r>
    </w:p>
    <w:p w:rsidR="00AF7221" w:rsidRPr="001660E2" w:rsidRDefault="00AF7221" w:rsidP="00584B5D">
      <w:pPr>
        <w:pStyle w:val="PlainTex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7221" w:rsidRDefault="00AF7221" w:rsidP="00372A36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>1</w:t>
      </w:r>
      <w:r w:rsidRPr="002B06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B06A9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B06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221" w:rsidRDefault="00AF7221" w:rsidP="00372A36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B06A9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6A9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</w:t>
      </w:r>
      <w:r>
        <w:rPr>
          <w:rFonts w:ascii="Times New Roman" w:hAnsi="Times New Roman" w:cs="Times New Roman"/>
          <w:sz w:val="28"/>
          <w:szCs w:val="28"/>
        </w:rPr>
        <w:t xml:space="preserve"> на 2020 год </w:t>
      </w:r>
      <w:r w:rsidRPr="002B06A9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№ 14</w:t>
      </w:r>
      <w:r w:rsidRPr="002B06A9">
        <w:rPr>
          <w:rFonts w:ascii="Times New Roman" w:hAnsi="Times New Roman" w:cs="Times New Roman"/>
          <w:sz w:val="28"/>
          <w:szCs w:val="28"/>
        </w:rPr>
        <w:t xml:space="preserve"> к на</w:t>
      </w:r>
      <w:r>
        <w:rPr>
          <w:rFonts w:ascii="Times New Roman" w:hAnsi="Times New Roman" w:cs="Times New Roman"/>
          <w:sz w:val="28"/>
          <w:szCs w:val="28"/>
        </w:rPr>
        <w:t>стоящему Решению;</w:t>
      </w:r>
    </w:p>
    <w:p w:rsidR="00AF7221" w:rsidRDefault="00AF7221" w:rsidP="00372A36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B06A9"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6A9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</w:t>
      </w:r>
      <w:r>
        <w:rPr>
          <w:rFonts w:ascii="Times New Roman" w:hAnsi="Times New Roman" w:cs="Times New Roman"/>
          <w:sz w:val="28"/>
          <w:szCs w:val="28"/>
        </w:rPr>
        <w:t xml:space="preserve"> на 2021 и 2022 годы </w:t>
      </w:r>
      <w:r w:rsidRPr="002B06A9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№ 15</w:t>
      </w:r>
      <w:r w:rsidRPr="002B06A9">
        <w:rPr>
          <w:rFonts w:ascii="Times New Roman" w:hAnsi="Times New Roman" w:cs="Times New Roman"/>
          <w:sz w:val="28"/>
          <w:szCs w:val="28"/>
        </w:rPr>
        <w:t xml:space="preserve"> к на</w:t>
      </w:r>
      <w:r>
        <w:rPr>
          <w:rFonts w:ascii="Times New Roman" w:hAnsi="Times New Roman" w:cs="Times New Roman"/>
          <w:sz w:val="28"/>
          <w:szCs w:val="28"/>
        </w:rPr>
        <w:t xml:space="preserve">стоящему Решению  </w:t>
      </w:r>
    </w:p>
    <w:p w:rsidR="00AF7221" w:rsidRDefault="00AF7221" w:rsidP="00372A36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ведомственной структуре расходов на 2020 год согласно приложению № 10 к настоящему Решению;</w:t>
      </w:r>
    </w:p>
    <w:p w:rsidR="00AF7221" w:rsidRDefault="00AF7221" w:rsidP="00372A36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 ведомственной структуре расходов на  2021 и на 2022 годы согласно приложению № 11 к настоящему Решению;</w:t>
      </w:r>
    </w:p>
    <w:p w:rsidR="00AF7221" w:rsidRDefault="00AF7221" w:rsidP="00372A36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 согласно приложению №16 к настоящему Решению.</w:t>
      </w:r>
    </w:p>
    <w:p w:rsidR="00AF7221" w:rsidRPr="002B06A9" w:rsidRDefault="00AF7221" w:rsidP="00372A36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2021 и 2022 годы согласно приложению № 17 к настоящему Решению.</w:t>
      </w:r>
    </w:p>
    <w:p w:rsidR="00AF7221" w:rsidRPr="00CD5293" w:rsidRDefault="00AF7221" w:rsidP="00372A36">
      <w:pPr>
        <w:ind w:firstLine="709"/>
        <w:jc w:val="both"/>
        <w:rPr>
          <w:sz w:val="28"/>
          <w:szCs w:val="28"/>
        </w:rPr>
      </w:pPr>
      <w:r w:rsidRPr="00DD7A6D">
        <w:rPr>
          <w:sz w:val="28"/>
          <w:szCs w:val="28"/>
        </w:rPr>
        <w:t xml:space="preserve">2. Утвердить общий объем бюджетных ассигнований, направляемых на исполнение публичных нормативных обязательств, в сумме </w:t>
      </w:r>
      <w:r w:rsidRPr="00CD5293">
        <w:rPr>
          <w:sz w:val="28"/>
          <w:szCs w:val="28"/>
        </w:rPr>
        <w:t>8 348,0 тыс</w:t>
      </w:r>
      <w:r w:rsidRPr="00DD4B20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рублей, на 2021 год в сумме </w:t>
      </w:r>
      <w:r w:rsidRPr="00CD5293">
        <w:rPr>
          <w:sz w:val="28"/>
          <w:szCs w:val="28"/>
        </w:rPr>
        <w:t>8 348,0</w:t>
      </w:r>
      <w:r>
        <w:rPr>
          <w:sz w:val="28"/>
          <w:szCs w:val="28"/>
        </w:rPr>
        <w:t xml:space="preserve"> тыс.рублей и на 2022 год в сумме 8 348,0</w:t>
      </w:r>
      <w:r w:rsidRPr="00AB632A">
        <w:rPr>
          <w:color w:val="FF0000"/>
          <w:sz w:val="28"/>
          <w:szCs w:val="28"/>
        </w:rPr>
        <w:t xml:space="preserve"> </w:t>
      </w:r>
      <w:r w:rsidRPr="00CD5293">
        <w:rPr>
          <w:sz w:val="28"/>
          <w:szCs w:val="28"/>
        </w:rPr>
        <w:t>тыс.рублей.</w:t>
      </w:r>
    </w:p>
    <w:p w:rsidR="00AF7221" w:rsidRDefault="00AF7221" w:rsidP="00372A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B06A9">
        <w:rPr>
          <w:sz w:val="28"/>
          <w:szCs w:val="28"/>
        </w:rPr>
        <w:t>. В ходе исполнения бюджета</w:t>
      </w:r>
      <w:r>
        <w:rPr>
          <w:sz w:val="28"/>
          <w:szCs w:val="28"/>
        </w:rPr>
        <w:t xml:space="preserve"> района</w:t>
      </w:r>
      <w:r w:rsidRPr="002B06A9">
        <w:rPr>
          <w:sz w:val="28"/>
          <w:szCs w:val="28"/>
        </w:rPr>
        <w:t xml:space="preserve"> общий объем бюджетных ассигнований на исполнение публичных нормативных обязательств уточняется </w:t>
      </w:r>
      <w:r>
        <w:rPr>
          <w:sz w:val="28"/>
          <w:szCs w:val="28"/>
        </w:rPr>
        <w:t xml:space="preserve">с учетом </w:t>
      </w:r>
      <w:r w:rsidRPr="002B06A9">
        <w:rPr>
          <w:sz w:val="28"/>
          <w:szCs w:val="28"/>
        </w:rPr>
        <w:t>средств, поступивши</w:t>
      </w:r>
      <w:r>
        <w:rPr>
          <w:sz w:val="28"/>
          <w:szCs w:val="28"/>
        </w:rPr>
        <w:t>х</w:t>
      </w:r>
      <w:r w:rsidRPr="002B06A9">
        <w:rPr>
          <w:sz w:val="28"/>
          <w:szCs w:val="28"/>
        </w:rPr>
        <w:t xml:space="preserve"> из других бюджетов на эти цели сверх сумм, предусмотренных пунктом </w:t>
      </w:r>
      <w:r>
        <w:rPr>
          <w:sz w:val="28"/>
          <w:szCs w:val="28"/>
        </w:rPr>
        <w:t>2</w:t>
      </w:r>
      <w:r w:rsidRPr="002B06A9">
        <w:rPr>
          <w:sz w:val="28"/>
          <w:szCs w:val="28"/>
        </w:rPr>
        <w:t xml:space="preserve"> данной статьи. </w:t>
      </w:r>
    </w:p>
    <w:p w:rsidR="00AF7221" w:rsidRDefault="00AF7221" w:rsidP="00372A36">
      <w:pPr>
        <w:ind w:firstLine="709"/>
        <w:jc w:val="both"/>
        <w:rPr>
          <w:sz w:val="28"/>
          <w:szCs w:val="28"/>
        </w:rPr>
      </w:pPr>
    </w:p>
    <w:p w:rsidR="00AF7221" w:rsidRPr="001660E2" w:rsidRDefault="00AF7221" w:rsidP="00CE65C7">
      <w:pPr>
        <w:tabs>
          <w:tab w:val="left" w:pos="1800"/>
          <w:tab w:val="left" w:pos="1980"/>
        </w:tabs>
        <w:ind w:firstLine="709"/>
        <w:jc w:val="both"/>
        <w:rPr>
          <w:b/>
          <w:bCs/>
          <w:sz w:val="28"/>
          <w:szCs w:val="28"/>
        </w:rPr>
      </w:pPr>
      <w:r w:rsidRPr="00CE65C7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5</w:t>
      </w:r>
      <w:r w:rsidRPr="00CE65C7">
        <w:rPr>
          <w:b/>
          <w:bCs/>
          <w:sz w:val="28"/>
          <w:szCs w:val="28"/>
        </w:rPr>
        <w:t>.</w:t>
      </w:r>
      <w:r w:rsidRPr="001660E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1660E2">
        <w:rPr>
          <w:b/>
          <w:bCs/>
          <w:sz w:val="28"/>
          <w:szCs w:val="28"/>
        </w:rPr>
        <w:t>Межбюджетные трансферты бюджетам</w:t>
      </w:r>
    </w:p>
    <w:p w:rsidR="00AF7221" w:rsidRPr="001660E2" w:rsidRDefault="00AF7221" w:rsidP="00CE65C7">
      <w:pPr>
        <w:tabs>
          <w:tab w:val="left" w:pos="1800"/>
          <w:tab w:val="left" w:pos="1980"/>
        </w:tabs>
        <w:ind w:firstLine="709"/>
        <w:jc w:val="both"/>
        <w:rPr>
          <w:b/>
          <w:bCs/>
          <w:strike/>
          <w:sz w:val="28"/>
          <w:szCs w:val="28"/>
        </w:rPr>
      </w:pPr>
      <w:r w:rsidRPr="001660E2">
        <w:rPr>
          <w:b/>
          <w:bCs/>
          <w:sz w:val="28"/>
          <w:szCs w:val="28"/>
        </w:rPr>
        <w:t xml:space="preserve"> </w:t>
      </w:r>
      <w:r w:rsidRPr="001660E2">
        <w:rPr>
          <w:b/>
          <w:bCs/>
          <w:sz w:val="28"/>
          <w:szCs w:val="28"/>
        </w:rPr>
        <w:tab/>
        <w:t xml:space="preserve"> муниципальных образований</w:t>
      </w:r>
    </w:p>
    <w:p w:rsidR="00AF7221" w:rsidRPr="001660E2" w:rsidRDefault="00AF7221" w:rsidP="00CE65C7">
      <w:pPr>
        <w:ind w:firstLine="709"/>
        <w:jc w:val="both"/>
        <w:rPr>
          <w:sz w:val="28"/>
          <w:szCs w:val="28"/>
        </w:rPr>
      </w:pPr>
    </w:p>
    <w:p w:rsidR="00AF7221" w:rsidRDefault="00AF7221" w:rsidP="00CE65C7">
      <w:pPr>
        <w:ind w:firstLine="709"/>
        <w:jc w:val="both"/>
        <w:rPr>
          <w:sz w:val="28"/>
          <w:szCs w:val="28"/>
        </w:rPr>
      </w:pPr>
      <w:r w:rsidRPr="001660E2">
        <w:rPr>
          <w:sz w:val="28"/>
          <w:szCs w:val="28"/>
        </w:rPr>
        <w:t>1.</w:t>
      </w:r>
      <w:r w:rsidRPr="001660E2">
        <w:rPr>
          <w:sz w:val="28"/>
          <w:szCs w:val="28"/>
          <w:lang w:val="en-US"/>
        </w:rPr>
        <w:t> </w:t>
      </w:r>
      <w:r w:rsidRPr="001660E2">
        <w:rPr>
          <w:sz w:val="28"/>
          <w:szCs w:val="28"/>
        </w:rPr>
        <w:t>Утвердить общий объем дотации на выравнивание бюджетной обеспеченности поселений на 20</w:t>
      </w:r>
      <w:r>
        <w:rPr>
          <w:sz w:val="28"/>
          <w:szCs w:val="28"/>
        </w:rPr>
        <w:t>20</w:t>
      </w:r>
      <w:r w:rsidRPr="001660E2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из краевого бюджета </w:t>
      </w:r>
      <w:r w:rsidRPr="001660E2">
        <w:rPr>
          <w:sz w:val="28"/>
          <w:szCs w:val="28"/>
        </w:rPr>
        <w:t xml:space="preserve">в сумме </w:t>
      </w:r>
      <w:r w:rsidRPr="00914CCC">
        <w:rPr>
          <w:sz w:val="28"/>
          <w:szCs w:val="28"/>
        </w:rPr>
        <w:t>1 100,9</w:t>
      </w:r>
      <w:r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>тыс.рублей</w:t>
      </w:r>
      <w:r>
        <w:rPr>
          <w:sz w:val="28"/>
          <w:szCs w:val="28"/>
        </w:rPr>
        <w:t xml:space="preserve">, согласно приложению № 19; на 2021 год в сумме 880,6 тыс.рублей, на 2022 год в сумме </w:t>
      </w:r>
      <w:r w:rsidRPr="00A77CD3">
        <w:rPr>
          <w:sz w:val="28"/>
          <w:szCs w:val="28"/>
        </w:rPr>
        <w:t>880,6</w:t>
      </w:r>
      <w:r>
        <w:rPr>
          <w:sz w:val="28"/>
          <w:szCs w:val="28"/>
        </w:rPr>
        <w:t xml:space="preserve"> тыс.рублей согласно приложению </w:t>
      </w:r>
      <w:r w:rsidRPr="00A77CD3">
        <w:rPr>
          <w:sz w:val="28"/>
          <w:szCs w:val="28"/>
        </w:rPr>
        <w:t>№</w:t>
      </w:r>
      <w:r>
        <w:rPr>
          <w:sz w:val="28"/>
          <w:szCs w:val="28"/>
        </w:rPr>
        <w:t xml:space="preserve"> 20</w:t>
      </w:r>
      <w:r w:rsidRPr="00A77CD3">
        <w:rPr>
          <w:sz w:val="28"/>
          <w:szCs w:val="28"/>
        </w:rPr>
        <w:t xml:space="preserve"> к</w:t>
      </w:r>
      <w:r w:rsidRPr="001660E2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Решению.</w:t>
      </w:r>
    </w:p>
    <w:p w:rsidR="00AF7221" w:rsidRDefault="00AF7221" w:rsidP="00CE6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660E2">
        <w:rPr>
          <w:sz w:val="28"/>
          <w:szCs w:val="28"/>
        </w:rPr>
        <w:t>Утвердить общий объем дотации на выравнивание бюджетной обеспеченности поселений на 20</w:t>
      </w:r>
      <w:r>
        <w:rPr>
          <w:sz w:val="28"/>
          <w:szCs w:val="28"/>
        </w:rPr>
        <w:t>20</w:t>
      </w:r>
      <w:r w:rsidRPr="001660E2">
        <w:rPr>
          <w:sz w:val="28"/>
          <w:szCs w:val="28"/>
        </w:rPr>
        <w:t xml:space="preserve"> год </w:t>
      </w:r>
      <w:r>
        <w:rPr>
          <w:sz w:val="28"/>
          <w:szCs w:val="28"/>
        </w:rPr>
        <w:t>из бюджета</w:t>
      </w:r>
      <w:r w:rsidRPr="001660E2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</w:t>
      </w:r>
      <w:r w:rsidRPr="001660E2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1660E2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2 584,3 </w:t>
      </w:r>
      <w:r w:rsidRPr="001660E2">
        <w:rPr>
          <w:sz w:val="28"/>
          <w:szCs w:val="28"/>
        </w:rPr>
        <w:t>тыс.рублей</w:t>
      </w:r>
      <w:r>
        <w:rPr>
          <w:sz w:val="28"/>
          <w:szCs w:val="28"/>
        </w:rPr>
        <w:t xml:space="preserve">, согласно приложению 19; на 2021 год в сумме </w:t>
      </w:r>
      <w:r w:rsidRPr="0002062A">
        <w:rPr>
          <w:sz w:val="28"/>
          <w:szCs w:val="28"/>
        </w:rPr>
        <w:t>2 584,3 тыс.рублей, на 2022 год в размере 2 584,3 тыс.рублей согласно</w:t>
      </w:r>
      <w:r>
        <w:rPr>
          <w:sz w:val="28"/>
          <w:szCs w:val="28"/>
        </w:rPr>
        <w:t xml:space="preserve"> приложению </w:t>
      </w:r>
      <w:r w:rsidRPr="0002062A">
        <w:rPr>
          <w:sz w:val="28"/>
          <w:szCs w:val="28"/>
        </w:rPr>
        <w:t>№</w:t>
      </w:r>
      <w:r>
        <w:rPr>
          <w:sz w:val="28"/>
          <w:szCs w:val="28"/>
        </w:rPr>
        <w:t xml:space="preserve"> 20</w:t>
      </w:r>
      <w:r w:rsidRPr="00423539"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Решению.</w:t>
      </w:r>
    </w:p>
    <w:p w:rsidR="00AF7221" w:rsidRDefault="00AF7221" w:rsidP="00CE6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660E2">
        <w:rPr>
          <w:sz w:val="28"/>
          <w:szCs w:val="28"/>
        </w:rPr>
        <w:t xml:space="preserve">Утвердить общий объем дотации на </w:t>
      </w:r>
      <w:r>
        <w:rPr>
          <w:sz w:val="28"/>
          <w:szCs w:val="28"/>
        </w:rPr>
        <w:t xml:space="preserve">поддержку мер по обеспечению сбалансированности бюджетов поселений </w:t>
      </w:r>
      <w:r w:rsidRPr="001660E2">
        <w:rPr>
          <w:sz w:val="28"/>
          <w:szCs w:val="28"/>
        </w:rPr>
        <w:t>на 20</w:t>
      </w:r>
      <w:r>
        <w:rPr>
          <w:sz w:val="28"/>
          <w:szCs w:val="28"/>
        </w:rPr>
        <w:t xml:space="preserve">20 </w:t>
      </w:r>
      <w:r w:rsidRPr="001660E2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 xml:space="preserve">5 646,9 </w:t>
      </w:r>
      <w:r w:rsidRPr="001660E2"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на </w:t>
      </w:r>
      <w:r w:rsidRPr="001660E2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согласно приложению № 21; на 2021 год в сумме </w:t>
      </w:r>
      <w:r w:rsidRPr="004161E6">
        <w:rPr>
          <w:sz w:val="28"/>
          <w:szCs w:val="28"/>
        </w:rPr>
        <w:t>5 646,9 тыс.рублей, на 2022 год 5 646,9 тыс.рублей   согласно приложению №</w:t>
      </w:r>
      <w:r>
        <w:rPr>
          <w:sz w:val="28"/>
          <w:szCs w:val="28"/>
        </w:rPr>
        <w:t xml:space="preserve"> </w:t>
      </w:r>
      <w:r w:rsidRPr="004161E6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4161E6">
        <w:rPr>
          <w:sz w:val="28"/>
          <w:szCs w:val="28"/>
        </w:rPr>
        <w:t xml:space="preserve"> к настоящему Решению.</w:t>
      </w:r>
    </w:p>
    <w:p w:rsidR="00AF7221" w:rsidRDefault="00AF7221" w:rsidP="00CE6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F7A21">
        <w:rPr>
          <w:sz w:val="28"/>
          <w:szCs w:val="28"/>
        </w:rPr>
        <w:t>Утвердить объем субвенции на осуществление полномочий</w:t>
      </w:r>
      <w:r>
        <w:rPr>
          <w:sz w:val="28"/>
          <w:szCs w:val="28"/>
        </w:rPr>
        <w:t xml:space="preserve"> по первичному воинскому учету бюджетам поселений на 2020 год в сумме </w:t>
      </w:r>
      <w:r w:rsidRPr="00D61021">
        <w:rPr>
          <w:sz w:val="28"/>
          <w:szCs w:val="28"/>
        </w:rPr>
        <w:t>1 230,3</w:t>
      </w:r>
      <w:r>
        <w:rPr>
          <w:sz w:val="28"/>
          <w:szCs w:val="28"/>
        </w:rPr>
        <w:t xml:space="preserve"> тыс. рублей, согласно приложению № 23; на 2021 год в сумме 1 233,2 тыс.рублей, на 2022 год в сумме 1 258,9 тыс.рублей согласно приложению  № 24</w:t>
      </w:r>
      <w:r w:rsidRPr="00AC36A7">
        <w:rPr>
          <w:color w:val="FF0000"/>
          <w:sz w:val="28"/>
          <w:szCs w:val="28"/>
        </w:rPr>
        <w:t xml:space="preserve"> </w:t>
      </w:r>
      <w:r w:rsidRPr="008655CA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</w:t>
      </w:r>
      <w:r w:rsidRPr="008655CA">
        <w:rPr>
          <w:sz w:val="28"/>
          <w:szCs w:val="28"/>
        </w:rPr>
        <w:t>ешению.</w:t>
      </w:r>
    </w:p>
    <w:p w:rsidR="00AF7221" w:rsidRDefault="00AF7221" w:rsidP="00CE65C7">
      <w:pPr>
        <w:ind w:firstLine="709"/>
        <w:jc w:val="both"/>
        <w:rPr>
          <w:sz w:val="28"/>
          <w:szCs w:val="28"/>
        </w:rPr>
      </w:pPr>
      <w:r w:rsidRPr="00BA6CCF">
        <w:rPr>
          <w:sz w:val="28"/>
          <w:szCs w:val="28"/>
        </w:rPr>
        <w:t>5. Утвердить объем субвенции на осуществление полномочий по функционированию административных комиссий поселений на 2020 год в сумме 54,7 тыс. рублей, согласно приложению №</w:t>
      </w:r>
      <w:r>
        <w:rPr>
          <w:sz w:val="28"/>
          <w:szCs w:val="28"/>
        </w:rPr>
        <w:t xml:space="preserve"> </w:t>
      </w:r>
      <w:r w:rsidRPr="00BA6CCF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BA6CCF">
        <w:rPr>
          <w:sz w:val="28"/>
          <w:szCs w:val="28"/>
        </w:rPr>
        <w:t>;  на 2021 год в сумме 54,7 тыс.рублей, на 2022 год в сумме 54,7 согласно приложению  №</w:t>
      </w:r>
      <w:r>
        <w:rPr>
          <w:sz w:val="28"/>
          <w:szCs w:val="28"/>
        </w:rPr>
        <w:t xml:space="preserve"> </w:t>
      </w:r>
      <w:r w:rsidRPr="00BA6CCF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BA6CCF">
        <w:rPr>
          <w:color w:val="FF0000"/>
          <w:sz w:val="28"/>
          <w:szCs w:val="28"/>
        </w:rPr>
        <w:t xml:space="preserve"> </w:t>
      </w:r>
      <w:r w:rsidRPr="00BA6CCF">
        <w:rPr>
          <w:sz w:val="28"/>
          <w:szCs w:val="28"/>
        </w:rPr>
        <w:t>к настоящему Решению.</w:t>
      </w:r>
    </w:p>
    <w:p w:rsidR="00AF7221" w:rsidRDefault="00AF7221" w:rsidP="00CE6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660E2">
        <w:rPr>
          <w:sz w:val="28"/>
          <w:szCs w:val="28"/>
        </w:rPr>
        <w:t>Утвердить распределение межбюджетных трансфертов</w:t>
      </w:r>
      <w:r>
        <w:rPr>
          <w:sz w:val="28"/>
          <w:szCs w:val="28"/>
        </w:rPr>
        <w:t xml:space="preserve"> бюджетам поселений</w:t>
      </w:r>
      <w:r w:rsidRPr="001660E2">
        <w:rPr>
          <w:sz w:val="28"/>
          <w:szCs w:val="28"/>
        </w:rPr>
        <w:t xml:space="preserve"> </w:t>
      </w:r>
      <w:r>
        <w:rPr>
          <w:sz w:val="28"/>
          <w:szCs w:val="28"/>
        </w:rPr>
        <w:t>из бюджета</w:t>
      </w:r>
      <w:r w:rsidRPr="001660E2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</w:t>
      </w:r>
      <w:r w:rsidRPr="001660E2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на осуществление части полномочий по решению вопросов местного значения в соответствии с заключенными соглашениями на 2020 год в сумме </w:t>
      </w:r>
      <w:r w:rsidRPr="00DD168B">
        <w:rPr>
          <w:sz w:val="28"/>
          <w:szCs w:val="28"/>
        </w:rPr>
        <w:t>831,6 тыс.рублей, согласно приложению №</w:t>
      </w:r>
      <w:r>
        <w:rPr>
          <w:sz w:val="28"/>
          <w:szCs w:val="28"/>
        </w:rPr>
        <w:t xml:space="preserve"> 27</w:t>
      </w:r>
      <w:r w:rsidRPr="00DD168B">
        <w:rPr>
          <w:sz w:val="28"/>
          <w:szCs w:val="28"/>
        </w:rPr>
        <w:t>; на 2021 год в сумме 831,6 тыс.рублей, на 2022 год в сумме 831,6 тыс.рублей согласно приложению №</w:t>
      </w:r>
      <w:r>
        <w:rPr>
          <w:sz w:val="28"/>
          <w:szCs w:val="28"/>
        </w:rPr>
        <w:t xml:space="preserve"> 28</w:t>
      </w:r>
      <w:r w:rsidRPr="00DD168B">
        <w:rPr>
          <w:sz w:val="28"/>
          <w:szCs w:val="28"/>
        </w:rPr>
        <w:t xml:space="preserve"> к настоящему Решению.</w:t>
      </w:r>
    </w:p>
    <w:p w:rsidR="00AF7221" w:rsidRDefault="00AF7221" w:rsidP="00CE65C7">
      <w:pPr>
        <w:ind w:firstLine="709"/>
        <w:jc w:val="both"/>
        <w:rPr>
          <w:sz w:val="28"/>
          <w:szCs w:val="28"/>
        </w:rPr>
      </w:pPr>
      <w:r w:rsidRPr="001165B8">
        <w:rPr>
          <w:sz w:val="28"/>
          <w:szCs w:val="28"/>
        </w:rPr>
        <w:t>7. Утвердить распределение межбюджетных трансфертов, передаваемых из бюджетов</w:t>
      </w:r>
      <w:r w:rsidRPr="00DD168B">
        <w:rPr>
          <w:sz w:val="28"/>
          <w:szCs w:val="28"/>
        </w:rPr>
        <w:t xml:space="preserve"> поселений на осуществление части полномочий по решению вопросов местного значения в соответствии с з</w:t>
      </w:r>
      <w:r>
        <w:rPr>
          <w:sz w:val="28"/>
          <w:szCs w:val="28"/>
        </w:rPr>
        <w:t>аключенными соглашениями  на 2020 год</w:t>
      </w:r>
      <w:r w:rsidRPr="00DD1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DD168B">
        <w:rPr>
          <w:sz w:val="28"/>
          <w:szCs w:val="28"/>
        </w:rPr>
        <w:t>20,0 тыс.рублей, согласно приложению №</w:t>
      </w:r>
      <w:r>
        <w:rPr>
          <w:sz w:val="28"/>
          <w:szCs w:val="28"/>
        </w:rPr>
        <w:t xml:space="preserve"> 25; на 2021 год в сумме 20,0 тыс.рублей и 2022 год в сумме 20,0 тыс.рублей согласно приложению № 26 </w:t>
      </w:r>
      <w:r w:rsidRPr="00DD168B">
        <w:rPr>
          <w:sz w:val="28"/>
          <w:szCs w:val="28"/>
        </w:rPr>
        <w:t>к настоящему Решению.</w:t>
      </w:r>
    </w:p>
    <w:p w:rsidR="00AF7221" w:rsidRPr="001660E2" w:rsidRDefault="00AF7221" w:rsidP="00CE65C7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8</w:t>
      </w:r>
      <w:r w:rsidRPr="001660E2">
        <w:rPr>
          <w:sz w:val="28"/>
          <w:szCs w:val="28"/>
        </w:rPr>
        <w:t>.</w:t>
      </w:r>
      <w:r w:rsidRPr="001660E2">
        <w:rPr>
          <w:sz w:val="28"/>
          <w:szCs w:val="28"/>
          <w:lang w:val="en-US"/>
        </w:rPr>
        <w:t> </w:t>
      </w:r>
      <w:r w:rsidRPr="001660E2">
        <w:rPr>
          <w:sz w:val="28"/>
          <w:szCs w:val="28"/>
        </w:rPr>
        <w:t xml:space="preserve">Комитет </w:t>
      </w:r>
      <w:r>
        <w:rPr>
          <w:sz w:val="28"/>
          <w:szCs w:val="28"/>
        </w:rPr>
        <w:t>по финансам, налоговой и</w:t>
      </w:r>
      <w:r w:rsidRPr="001660E2">
        <w:rPr>
          <w:sz w:val="28"/>
          <w:szCs w:val="28"/>
        </w:rPr>
        <w:t xml:space="preserve"> кредитной политике администрации</w:t>
      </w:r>
      <w:r>
        <w:rPr>
          <w:sz w:val="28"/>
          <w:szCs w:val="28"/>
        </w:rPr>
        <w:t xml:space="preserve"> Ключевского района </w:t>
      </w:r>
      <w:r w:rsidRPr="001660E2">
        <w:rPr>
          <w:sz w:val="28"/>
          <w:szCs w:val="28"/>
        </w:rPr>
        <w:t xml:space="preserve">вправе вносить изменения в сводную бюджетную роспись </w:t>
      </w:r>
      <w:r>
        <w:rPr>
          <w:sz w:val="28"/>
          <w:szCs w:val="28"/>
        </w:rPr>
        <w:t>районн</w:t>
      </w:r>
      <w:r w:rsidRPr="001660E2">
        <w:rPr>
          <w:sz w:val="28"/>
          <w:szCs w:val="28"/>
        </w:rPr>
        <w:t>ого бюджета и перераспределять межбюджетные трансферты, предусмотренные  приложения</w:t>
      </w:r>
      <w:r>
        <w:rPr>
          <w:sz w:val="28"/>
          <w:szCs w:val="28"/>
        </w:rPr>
        <w:t>ми № 19,20,21,22,23,24,25,26,27,28</w:t>
      </w:r>
      <w:r w:rsidRPr="002226E0">
        <w:rPr>
          <w:sz w:val="28"/>
          <w:szCs w:val="28"/>
        </w:rPr>
        <w:t xml:space="preserve"> </w:t>
      </w:r>
      <w:r w:rsidRPr="001660E2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Решению</w:t>
      </w:r>
      <w:r w:rsidRPr="001660E2">
        <w:rPr>
          <w:sz w:val="28"/>
          <w:szCs w:val="28"/>
        </w:rPr>
        <w:t xml:space="preserve">, между </w:t>
      </w:r>
      <w:r>
        <w:rPr>
          <w:sz w:val="28"/>
          <w:szCs w:val="28"/>
        </w:rPr>
        <w:t>сельскими поселениями</w:t>
      </w:r>
      <w:r w:rsidRPr="001660E2">
        <w:rPr>
          <w:sz w:val="28"/>
          <w:szCs w:val="28"/>
        </w:rPr>
        <w:t xml:space="preserve"> на основании заявок и представленных отчетов с последующим внесением изменений в настоящ</w:t>
      </w:r>
      <w:r>
        <w:rPr>
          <w:sz w:val="28"/>
          <w:szCs w:val="28"/>
        </w:rPr>
        <w:t>ее</w:t>
      </w:r>
      <w:r w:rsidRPr="001660E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1660E2">
        <w:rPr>
          <w:sz w:val="28"/>
          <w:szCs w:val="28"/>
        </w:rPr>
        <w:t xml:space="preserve">. </w:t>
      </w:r>
    </w:p>
    <w:p w:rsidR="00AF7221" w:rsidRPr="001660E2" w:rsidRDefault="00AF7221" w:rsidP="00CE65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168B">
        <w:rPr>
          <w:sz w:val="28"/>
          <w:szCs w:val="28"/>
        </w:rPr>
        <w:t xml:space="preserve">9. Установить, что Управление Федерального казначейства по Алтайскому краю в 2020 году </w:t>
      </w:r>
      <w:r>
        <w:rPr>
          <w:sz w:val="28"/>
          <w:szCs w:val="28"/>
        </w:rPr>
        <w:t xml:space="preserve">и на плановый период 2021 и 2022 годов </w:t>
      </w:r>
      <w:r w:rsidRPr="00DD168B">
        <w:rPr>
          <w:sz w:val="28"/>
          <w:szCs w:val="28"/>
        </w:rPr>
        <w:t>осуществляет полномочия получателя средств краевого бюджета по перечислению субсидий, субвенций и иных межбюджетных трансфертов, имеющих целевое назначение, в пределах суммы, необходимой для оплаты денежных обязательств п</w:t>
      </w:r>
      <w:r w:rsidRPr="001660E2">
        <w:rPr>
          <w:sz w:val="28"/>
          <w:szCs w:val="28"/>
        </w:rPr>
        <w:t>о расходам получателей средств местного бюджета, источником финансового обеспечения которых являются данные межбюджетные трансферты.</w:t>
      </w:r>
    </w:p>
    <w:p w:rsidR="00AF7221" w:rsidRPr="001660E2" w:rsidRDefault="00AF7221" w:rsidP="00CE65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7" w:history="1">
        <w:r w:rsidRPr="001660E2">
          <w:rPr>
            <w:sz w:val="28"/>
            <w:szCs w:val="28"/>
          </w:rPr>
          <w:t>Перечень</w:t>
        </w:r>
      </w:hyperlink>
      <w:r w:rsidRPr="001660E2">
        <w:rPr>
          <w:sz w:val="28"/>
          <w:szCs w:val="28"/>
        </w:rPr>
        <w:t xml:space="preserve"> указанных межбюджетных трансфертов из краевого бюджета в местные бюджеты в форме субсидий, субвенций и иных межбюджетных трансфертов, имеющих целевое назначени</w:t>
      </w:r>
      <w:r>
        <w:rPr>
          <w:sz w:val="28"/>
          <w:szCs w:val="28"/>
        </w:rPr>
        <w:t>е, предоставление которых в 2020</w:t>
      </w:r>
      <w:r w:rsidRPr="001660E2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2021 году и 2022 году </w:t>
      </w:r>
      <w:r w:rsidRPr="001660E2">
        <w:rPr>
          <w:sz w:val="28"/>
          <w:szCs w:val="28"/>
        </w:rPr>
        <w:t xml:space="preserve">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утверждается </w:t>
      </w:r>
      <w:r>
        <w:rPr>
          <w:sz w:val="28"/>
          <w:szCs w:val="28"/>
        </w:rPr>
        <w:t>Правительством</w:t>
      </w:r>
      <w:r w:rsidRPr="001660E2">
        <w:rPr>
          <w:sz w:val="28"/>
          <w:szCs w:val="28"/>
        </w:rPr>
        <w:t xml:space="preserve"> Алтайского края. </w:t>
      </w:r>
    </w:p>
    <w:p w:rsidR="00AF7221" w:rsidRPr="001660E2" w:rsidRDefault="00AF7221" w:rsidP="00CE65C7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</w:p>
    <w:p w:rsidR="00AF7221" w:rsidRDefault="00AF7221" w:rsidP="00584B5D">
      <w:pPr>
        <w:widowControl w:val="0"/>
        <w:tabs>
          <w:tab w:val="left" w:pos="1843"/>
          <w:tab w:val="left" w:pos="6804"/>
        </w:tabs>
        <w:ind w:firstLine="709"/>
        <w:jc w:val="both"/>
        <w:rPr>
          <w:b/>
          <w:bCs/>
          <w:sz w:val="28"/>
          <w:szCs w:val="28"/>
        </w:rPr>
      </w:pPr>
      <w:r w:rsidRPr="00E40462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6</w:t>
      </w:r>
      <w:r w:rsidRPr="00E40462">
        <w:rPr>
          <w:b/>
          <w:bCs/>
          <w:sz w:val="28"/>
          <w:szCs w:val="28"/>
        </w:rPr>
        <w:t>.</w:t>
      </w:r>
      <w:r w:rsidRPr="001660E2">
        <w:rPr>
          <w:b/>
          <w:bCs/>
          <w:sz w:val="28"/>
          <w:szCs w:val="28"/>
        </w:rPr>
        <w:t xml:space="preserve"> Особенности исполнения бюджета </w:t>
      </w:r>
      <w:r>
        <w:rPr>
          <w:b/>
          <w:bCs/>
          <w:sz w:val="28"/>
          <w:szCs w:val="28"/>
        </w:rPr>
        <w:t>района</w:t>
      </w:r>
      <w:r w:rsidRPr="001660E2">
        <w:rPr>
          <w:b/>
          <w:bCs/>
          <w:sz w:val="28"/>
          <w:szCs w:val="28"/>
        </w:rPr>
        <w:t xml:space="preserve"> в 20</w:t>
      </w:r>
      <w:r>
        <w:rPr>
          <w:b/>
          <w:bCs/>
          <w:sz w:val="28"/>
          <w:szCs w:val="28"/>
        </w:rPr>
        <w:t>20</w:t>
      </w:r>
      <w:r w:rsidRPr="001660E2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 xml:space="preserve"> и на плановый период 2021 и 2022 годов</w:t>
      </w:r>
    </w:p>
    <w:p w:rsidR="00AF7221" w:rsidRPr="001660E2" w:rsidRDefault="00AF7221" w:rsidP="00584B5D">
      <w:pPr>
        <w:widowControl w:val="0"/>
        <w:tabs>
          <w:tab w:val="left" w:pos="1843"/>
          <w:tab w:val="left" w:pos="6804"/>
        </w:tabs>
        <w:ind w:firstLine="709"/>
        <w:jc w:val="both"/>
        <w:rPr>
          <w:b/>
          <w:bCs/>
          <w:sz w:val="28"/>
          <w:szCs w:val="28"/>
        </w:rPr>
      </w:pPr>
    </w:p>
    <w:p w:rsidR="00AF7221" w:rsidRDefault="00AF7221" w:rsidP="006149CA">
      <w:pPr>
        <w:pStyle w:val="PlainText"/>
        <w:numPr>
          <w:ilvl w:val="0"/>
          <w:numId w:val="20"/>
        </w:num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 xml:space="preserve">Размер финансирования и объем поступления доходов в абсолютной </w:t>
      </w:r>
    </w:p>
    <w:p w:rsidR="00AF7221" w:rsidRPr="00EF5856" w:rsidRDefault="00AF7221" w:rsidP="006149CA">
      <w:pPr>
        <w:pStyle w:val="PlainText"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 xml:space="preserve">сумме является прогнозным и зависит от поступления денежных средств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F5856">
        <w:rPr>
          <w:rFonts w:ascii="Times New Roman" w:hAnsi="Times New Roman" w:cs="Times New Roman"/>
          <w:sz w:val="28"/>
          <w:szCs w:val="28"/>
        </w:rPr>
        <w:t>.</w:t>
      </w:r>
    </w:p>
    <w:p w:rsidR="00AF7221" w:rsidRDefault="00AF7221" w:rsidP="006149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</w:t>
      </w:r>
      <w:r w:rsidRPr="001660E2">
        <w:rPr>
          <w:sz w:val="28"/>
          <w:szCs w:val="28"/>
          <w:lang w:eastAsia="en-US"/>
        </w:rPr>
        <w:t xml:space="preserve">. </w:t>
      </w:r>
      <w:r w:rsidRPr="006858D4">
        <w:rPr>
          <w:sz w:val="28"/>
          <w:szCs w:val="28"/>
        </w:rPr>
        <w:t>Установить, что внесение изменений в сводную бюджетную роспись без внесения изменений в настоящее Решение осуществляется в соответствии с решениями руководителя финансового органа, по основаниям, предусмотренным пунктом 3 статьи 217 Бюджетного кодекса Российской Федерации</w:t>
      </w:r>
      <w:r>
        <w:rPr>
          <w:sz w:val="28"/>
          <w:szCs w:val="28"/>
        </w:rPr>
        <w:t xml:space="preserve">, </w:t>
      </w:r>
      <w:r w:rsidRPr="005C2BE2">
        <w:rPr>
          <w:sz w:val="28"/>
          <w:szCs w:val="28"/>
        </w:rPr>
        <w:t xml:space="preserve">и </w:t>
      </w:r>
      <w:r w:rsidRPr="005518A1">
        <w:rPr>
          <w:sz w:val="28"/>
          <w:szCs w:val="28"/>
        </w:rPr>
        <w:t>следующим основаниям:</w:t>
      </w:r>
    </w:p>
    <w:p w:rsidR="00AF7221" w:rsidRPr="00AE4A97" w:rsidRDefault="00AF7221" w:rsidP="0098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18A1">
        <w:rPr>
          <w:sz w:val="28"/>
          <w:szCs w:val="28"/>
        </w:rPr>
        <w:t xml:space="preserve">1) в случае перераспределения бюджетных ассигнований между главными распорядителями бюджетных средств, в том числе связанного с изменением функций и полномочий главных распорядителей - в пределах </w:t>
      </w:r>
      <w:r w:rsidRPr="00AE4A97">
        <w:rPr>
          <w:sz w:val="28"/>
          <w:szCs w:val="28"/>
        </w:rPr>
        <w:t>объема бюджетных ассигнований;</w:t>
      </w:r>
    </w:p>
    <w:p w:rsidR="00AF7221" w:rsidRPr="00AE4A97" w:rsidRDefault="00AF7221" w:rsidP="0098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E4A97">
        <w:rPr>
          <w:sz w:val="28"/>
          <w:szCs w:val="28"/>
        </w:rPr>
        <w:t xml:space="preserve">) в случае перераспределения бюджетных ассигнований по отдельным разделам, подразделам, целевым статьям, группам (группам и подгруппам) видов расходов бюджета на оказание </w:t>
      </w:r>
      <w:r w:rsidRPr="005C2BE2">
        <w:rPr>
          <w:sz w:val="28"/>
          <w:szCs w:val="28"/>
        </w:rPr>
        <w:t>муниципаль</w:t>
      </w:r>
      <w:r w:rsidRPr="00AE4A97">
        <w:rPr>
          <w:sz w:val="28"/>
          <w:szCs w:val="28"/>
        </w:rPr>
        <w:t xml:space="preserve">ных услуг - в пределах общего объема бюджетных ассигнований, предусмотренных главному распорядителю бюджетных средств в текущем финансовом году на оказание </w:t>
      </w:r>
      <w:r w:rsidRPr="005C2BE2">
        <w:rPr>
          <w:sz w:val="28"/>
          <w:szCs w:val="28"/>
        </w:rPr>
        <w:t>муниципаль</w:t>
      </w:r>
      <w:r w:rsidRPr="00AE4A97">
        <w:rPr>
          <w:sz w:val="28"/>
          <w:szCs w:val="28"/>
        </w:rPr>
        <w:t>ных услуг;</w:t>
      </w:r>
    </w:p>
    <w:p w:rsidR="00AF7221" w:rsidRPr="00AE4A97" w:rsidRDefault="00AF7221" w:rsidP="0098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E4A97">
        <w:rPr>
          <w:sz w:val="28"/>
          <w:szCs w:val="28"/>
        </w:rPr>
        <w:t>) в случае перераспределения бюджетных ассигнований в связи с внесе</w:t>
      </w:r>
      <w:r>
        <w:rPr>
          <w:sz w:val="28"/>
          <w:szCs w:val="28"/>
        </w:rPr>
        <w:t>нием изменений в муниципальные п</w:t>
      </w:r>
      <w:r w:rsidRPr="00AE4A97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муниципального образования Ключевский район Алтайского края</w:t>
      </w:r>
      <w:r w:rsidRPr="00AE4A97">
        <w:rPr>
          <w:sz w:val="28"/>
          <w:szCs w:val="28"/>
        </w:rPr>
        <w:t xml:space="preserve"> - в пределах объема бюджетных ассигнований на реализацию </w:t>
      </w:r>
      <w:r>
        <w:rPr>
          <w:sz w:val="28"/>
          <w:szCs w:val="28"/>
        </w:rPr>
        <w:t>муниципальных</w:t>
      </w:r>
      <w:r w:rsidRPr="00AE4A97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 xml:space="preserve">муниципального образования Ключевский район </w:t>
      </w:r>
      <w:r w:rsidRPr="00AE4A97">
        <w:rPr>
          <w:sz w:val="28"/>
          <w:szCs w:val="28"/>
        </w:rPr>
        <w:t>Алтайского края;</w:t>
      </w:r>
    </w:p>
    <w:p w:rsidR="00AF7221" w:rsidRDefault="00AF7221" w:rsidP="0098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E4A97">
        <w:rPr>
          <w:sz w:val="28"/>
          <w:szCs w:val="28"/>
        </w:rPr>
        <w:t xml:space="preserve">) в случае перераспределения бюджетных ассигнований между видами источников финансирования дефицита бюджета </w:t>
      </w:r>
      <w:r>
        <w:rPr>
          <w:sz w:val="28"/>
          <w:szCs w:val="28"/>
        </w:rPr>
        <w:t xml:space="preserve">района </w:t>
      </w:r>
      <w:r w:rsidRPr="00AE4A97">
        <w:rPr>
          <w:sz w:val="28"/>
          <w:szCs w:val="28"/>
        </w:rPr>
        <w:t xml:space="preserve">в ходе исполнения бюджета </w:t>
      </w:r>
      <w:r>
        <w:rPr>
          <w:sz w:val="28"/>
          <w:szCs w:val="28"/>
        </w:rPr>
        <w:t xml:space="preserve">района </w:t>
      </w:r>
      <w:r w:rsidRPr="00AE4A97">
        <w:rPr>
          <w:sz w:val="28"/>
          <w:szCs w:val="28"/>
        </w:rPr>
        <w:t>в пределах общего объема бюджетных ассигнований по источникам финансирования дефицита бюджета</w:t>
      </w:r>
      <w:r>
        <w:rPr>
          <w:sz w:val="28"/>
          <w:szCs w:val="28"/>
        </w:rPr>
        <w:t xml:space="preserve"> района;</w:t>
      </w:r>
    </w:p>
    <w:p w:rsidR="00AF7221" w:rsidRPr="00440D32" w:rsidRDefault="00AF7221" w:rsidP="0098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40D32">
        <w:rPr>
          <w:sz w:val="28"/>
          <w:szCs w:val="28"/>
        </w:rPr>
        <w:t xml:space="preserve">) в случае перераспределения бюджетных ассигнований на выполнение обязательств по финансированию мероприятий, осуществляемых с участием средств краевого и федерального бюджетов, при условии принятия </w:t>
      </w:r>
      <w:r w:rsidRPr="00440D32">
        <w:rPr>
          <w:sz w:val="28"/>
          <w:szCs w:val="28"/>
          <w:lang w:eastAsia="en-US"/>
        </w:rPr>
        <w:t>органами государственной власти</w:t>
      </w:r>
      <w:r w:rsidRPr="00440D32">
        <w:rPr>
          <w:sz w:val="28"/>
          <w:szCs w:val="28"/>
        </w:rPr>
        <w:t xml:space="preserve"> Алтайского края соответствующих решений в части реализации краевых и федеральных программ.</w:t>
      </w:r>
    </w:p>
    <w:p w:rsidR="00AF7221" w:rsidRPr="00E652E8" w:rsidRDefault="00AF7221" w:rsidP="009808FE">
      <w:pPr>
        <w:widowControl w:val="0"/>
        <w:tabs>
          <w:tab w:val="left" w:pos="1843"/>
          <w:tab w:val="left" w:pos="6804"/>
        </w:tabs>
        <w:ind w:firstLine="709"/>
        <w:jc w:val="both"/>
        <w:rPr>
          <w:sz w:val="28"/>
          <w:szCs w:val="28"/>
        </w:rPr>
      </w:pPr>
      <w:r w:rsidRPr="00440D32">
        <w:rPr>
          <w:sz w:val="28"/>
          <w:szCs w:val="28"/>
        </w:rPr>
        <w:t>3. При изменении показателей сводной бюджетной росписи по</w:t>
      </w:r>
      <w:r w:rsidRPr="00E652E8">
        <w:rPr>
          <w:sz w:val="28"/>
          <w:szCs w:val="28"/>
        </w:rPr>
        <w:t xml:space="preserve">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настоящее Решение не допускается.</w:t>
      </w:r>
    </w:p>
    <w:p w:rsidR="00AF7221" w:rsidRPr="00912FC6" w:rsidRDefault="00AF7221" w:rsidP="009808FE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12FC6">
        <w:rPr>
          <w:rFonts w:ascii="Times New Roman" w:hAnsi="Times New Roman" w:cs="Times New Roman"/>
          <w:sz w:val="28"/>
          <w:szCs w:val="28"/>
        </w:rPr>
        <w:t>. Субсидии, субвенции, иные межбюджетные трансферты, в том числе не использованные на начало текущего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года их остатки, а также </w:t>
      </w:r>
      <w:r w:rsidRPr="00912FC6">
        <w:rPr>
          <w:rFonts w:ascii="Times New Roman" w:hAnsi="Times New Roman" w:cs="Times New Roman"/>
          <w:sz w:val="28"/>
          <w:szCs w:val="28"/>
        </w:rPr>
        <w:t>безвозмездные поступления от физических и юридических лиц, имеющие целевое назначение, фактически полученные при исполнении бюджета сверх утвержденных статьей 1 настоящего Решения доходов, направляются на увеличение расходов соответственно целям предоставления с внесением изменений в сводную бюджетную роспись без внесения изменений в настоящее Решение.</w:t>
      </w:r>
    </w:p>
    <w:p w:rsidR="00AF7221" w:rsidRPr="005518A1" w:rsidRDefault="00AF7221" w:rsidP="009808FE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8A1">
        <w:rPr>
          <w:rFonts w:ascii="Times New Roman" w:hAnsi="Times New Roman" w:cs="Times New Roman"/>
          <w:sz w:val="28"/>
          <w:szCs w:val="28"/>
        </w:rPr>
        <w:t>5.</w:t>
      </w:r>
      <w:r w:rsidRPr="005518A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518A1">
        <w:rPr>
          <w:rFonts w:ascii="Times New Roman" w:hAnsi="Times New Roman" w:cs="Times New Roman"/>
          <w:sz w:val="28"/>
          <w:szCs w:val="28"/>
        </w:rPr>
        <w:t xml:space="preserve">Установить, что заключение и оплата органами исполнительной власти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Ключевский район</w:t>
      </w:r>
      <w:r w:rsidRPr="005518A1">
        <w:rPr>
          <w:rFonts w:ascii="Times New Roman" w:hAnsi="Times New Roman" w:cs="Times New Roman"/>
          <w:sz w:val="28"/>
          <w:szCs w:val="28"/>
        </w:rPr>
        <w:t xml:space="preserve"> Алтайского края и муниципальными казенными учреждениями муниципальных контрактов (договоров), исполнение которых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518A1">
        <w:rPr>
          <w:rFonts w:ascii="Times New Roman" w:hAnsi="Times New Roman" w:cs="Times New Roman"/>
          <w:sz w:val="28"/>
          <w:szCs w:val="28"/>
        </w:rPr>
        <w:t>, производится в пределах доведенных им бюджетных ассигнований, утвержденных бюджетной росписью, если иное не установлено Бюджетным кодексом Российской Федерации, и с учетом принятых и неисполненных обязательств.</w:t>
      </w:r>
    </w:p>
    <w:p w:rsidR="00AF7221" w:rsidRDefault="00AF7221" w:rsidP="0016419F">
      <w:pPr>
        <w:ind w:firstLine="709"/>
        <w:jc w:val="both"/>
        <w:rPr>
          <w:sz w:val="28"/>
          <w:szCs w:val="28"/>
        </w:rPr>
      </w:pPr>
      <w:r w:rsidRPr="005518A1">
        <w:rPr>
          <w:sz w:val="28"/>
          <w:szCs w:val="28"/>
        </w:rPr>
        <w:t xml:space="preserve">6. Обязательства, вытекающие из муниципальных контрактов, (договоров), исполнение которых осуществляется за счет средств бюджета </w:t>
      </w:r>
      <w:r>
        <w:rPr>
          <w:sz w:val="28"/>
          <w:szCs w:val="28"/>
        </w:rPr>
        <w:t>района</w:t>
      </w:r>
      <w:r w:rsidRPr="005518A1">
        <w:rPr>
          <w:sz w:val="28"/>
          <w:szCs w:val="28"/>
        </w:rPr>
        <w:t xml:space="preserve">, и принятые к исполнению органами исполнительной власти муниципального образования </w:t>
      </w:r>
      <w:r>
        <w:rPr>
          <w:sz w:val="28"/>
          <w:szCs w:val="28"/>
        </w:rPr>
        <w:t>Ключевский район</w:t>
      </w:r>
      <w:r w:rsidRPr="005518A1">
        <w:rPr>
          <w:sz w:val="28"/>
          <w:szCs w:val="28"/>
        </w:rPr>
        <w:t xml:space="preserve"> Алтайского края и муниципальными казенными учреждениями сверх бюджетных ассигнований, утвержденных бюджетной росписью, не подлежат оплате за счет средств бюджета </w:t>
      </w:r>
      <w:r>
        <w:rPr>
          <w:sz w:val="28"/>
          <w:szCs w:val="28"/>
        </w:rPr>
        <w:t>района</w:t>
      </w:r>
      <w:r w:rsidRPr="005518A1">
        <w:rPr>
          <w:sz w:val="28"/>
          <w:szCs w:val="28"/>
        </w:rPr>
        <w:t xml:space="preserve"> в 20</w:t>
      </w:r>
      <w:r>
        <w:rPr>
          <w:sz w:val="28"/>
          <w:szCs w:val="28"/>
        </w:rPr>
        <w:t>20 году и в плановом периоде 2021 и 2022 годов.</w:t>
      </w:r>
    </w:p>
    <w:p w:rsidR="00AF7221" w:rsidRPr="001660E2" w:rsidRDefault="00AF7221" w:rsidP="0016419F">
      <w:pPr>
        <w:ind w:firstLine="709"/>
        <w:jc w:val="both"/>
        <w:rPr>
          <w:sz w:val="28"/>
          <w:szCs w:val="28"/>
        </w:rPr>
      </w:pPr>
      <w:r w:rsidRPr="001660E2">
        <w:rPr>
          <w:sz w:val="28"/>
          <w:szCs w:val="28"/>
        </w:rPr>
        <w:t>Обязательства, вытекающие из договоров, заключенных бюджетными учреждениями, исполняются за счет средств указанных учреждений.</w:t>
      </w:r>
    </w:p>
    <w:p w:rsidR="00AF7221" w:rsidRPr="005518A1" w:rsidRDefault="00AF7221" w:rsidP="009808FE">
      <w:pPr>
        <w:ind w:firstLine="709"/>
        <w:jc w:val="both"/>
        <w:rPr>
          <w:sz w:val="28"/>
          <w:szCs w:val="28"/>
        </w:rPr>
      </w:pPr>
      <w:r w:rsidRPr="005518A1">
        <w:rPr>
          <w:sz w:val="28"/>
          <w:szCs w:val="28"/>
        </w:rPr>
        <w:t>7. Установить, что средства в объеме остатков субсидий, предоставленных в 201</w:t>
      </w:r>
      <w:r>
        <w:rPr>
          <w:sz w:val="28"/>
          <w:szCs w:val="28"/>
        </w:rPr>
        <w:t>9, 2020 и 2021</w:t>
      </w:r>
      <w:r w:rsidRPr="005518A1">
        <w:rPr>
          <w:sz w:val="28"/>
          <w:szCs w:val="28"/>
        </w:rPr>
        <w:t xml:space="preserve"> году казенным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</w:t>
      </w:r>
      <w:r>
        <w:rPr>
          <w:sz w:val="28"/>
          <w:szCs w:val="28"/>
        </w:rPr>
        <w:t xml:space="preserve"> </w:t>
      </w:r>
      <w:r w:rsidRPr="005518A1">
        <w:rPr>
          <w:sz w:val="28"/>
          <w:szCs w:val="28"/>
        </w:rPr>
        <w:t xml:space="preserve">достижением установленных муниципальным заданием показателей, характеризующих объем муниципальных услуг (работ), подлежат возврату в бюджет </w:t>
      </w:r>
      <w:r>
        <w:rPr>
          <w:sz w:val="28"/>
          <w:szCs w:val="28"/>
        </w:rPr>
        <w:t>района</w:t>
      </w:r>
      <w:r w:rsidRPr="005518A1">
        <w:rPr>
          <w:sz w:val="28"/>
          <w:szCs w:val="28"/>
        </w:rPr>
        <w:t>.</w:t>
      </w:r>
    </w:p>
    <w:p w:rsidR="00AF7221" w:rsidRDefault="00AF7221" w:rsidP="009808FE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8A1">
        <w:rPr>
          <w:rFonts w:ascii="Times New Roman" w:hAnsi="Times New Roman" w:cs="Times New Roman"/>
          <w:sz w:val="28"/>
          <w:szCs w:val="28"/>
        </w:rPr>
        <w:t xml:space="preserve">8. Установить, что главные распорядители средств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518A1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518A1">
        <w:rPr>
          <w:rFonts w:ascii="Times New Roman" w:hAnsi="Times New Roman" w:cs="Times New Roman"/>
          <w:sz w:val="28"/>
          <w:szCs w:val="28"/>
        </w:rPr>
        <w:t xml:space="preserve">аконом от 23 ноября 2009 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 формируют экономические и организационные основы стимулирования энергосбережения и повышения энергетической эффективности </w:t>
      </w:r>
      <w:r w:rsidRPr="005F799B">
        <w:rPr>
          <w:rFonts w:ascii="Times New Roman" w:hAnsi="Times New Roman" w:cs="Times New Roman"/>
          <w:sz w:val="28"/>
          <w:szCs w:val="28"/>
        </w:rPr>
        <w:t>находящимися в их ведении муниципальными учреждениями.</w:t>
      </w:r>
    </w:p>
    <w:p w:rsidR="00AF7221" w:rsidRDefault="00AF7221" w:rsidP="009808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F5856">
        <w:rPr>
          <w:sz w:val="28"/>
          <w:szCs w:val="28"/>
        </w:rPr>
        <w:t>. </w:t>
      </w:r>
      <w:r>
        <w:rPr>
          <w:sz w:val="28"/>
          <w:szCs w:val="28"/>
        </w:rPr>
        <w:t>При принятии и в</w:t>
      </w:r>
      <w:r w:rsidRPr="00EF5856">
        <w:rPr>
          <w:sz w:val="28"/>
          <w:szCs w:val="28"/>
        </w:rPr>
        <w:t xml:space="preserve"> случае изменения адресной инвестиционной программы муниципального образования </w:t>
      </w:r>
      <w:r>
        <w:rPr>
          <w:sz w:val="28"/>
          <w:szCs w:val="28"/>
        </w:rPr>
        <w:t>Ключевский район</w:t>
      </w:r>
      <w:r w:rsidRPr="00EF5856">
        <w:rPr>
          <w:sz w:val="28"/>
          <w:szCs w:val="28"/>
        </w:rPr>
        <w:t xml:space="preserve"> Алтайского края</w:t>
      </w:r>
      <w:r>
        <w:rPr>
          <w:sz w:val="28"/>
          <w:szCs w:val="28"/>
        </w:rPr>
        <w:t>,</w:t>
      </w:r>
      <w:r w:rsidRPr="00EF5856">
        <w:rPr>
          <w:sz w:val="28"/>
          <w:szCs w:val="28"/>
        </w:rPr>
        <w:t xml:space="preserve"> комитет по финансам, налоговой и кредитной политике </w:t>
      </w:r>
      <w:r>
        <w:rPr>
          <w:sz w:val="28"/>
          <w:szCs w:val="28"/>
        </w:rPr>
        <w:t>а</w:t>
      </w:r>
      <w:r w:rsidRPr="00EF585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Ключевского района </w:t>
      </w:r>
      <w:r w:rsidRPr="00EF5856">
        <w:rPr>
          <w:sz w:val="28"/>
          <w:szCs w:val="28"/>
        </w:rPr>
        <w:t xml:space="preserve">Алтайского края вправе вносить изменения в распределение бюджетных ассигнований, предусмотренных </w:t>
      </w:r>
      <w:r>
        <w:rPr>
          <w:sz w:val="28"/>
          <w:szCs w:val="28"/>
        </w:rPr>
        <w:t xml:space="preserve">приложениями № 10,11,12,13,14,15,16,17,18 к настоящему Решению, </w:t>
      </w:r>
      <w:r w:rsidRPr="00EF5856">
        <w:rPr>
          <w:sz w:val="28"/>
          <w:szCs w:val="28"/>
        </w:rPr>
        <w:t>в части бюджетных ассигнований, предусмотренных на осуществление бюджетных инвестиций в объекты капитального строительства муниципальной собственности в форме капитальных вложе</w:t>
      </w:r>
      <w:r>
        <w:rPr>
          <w:sz w:val="28"/>
          <w:szCs w:val="28"/>
        </w:rPr>
        <w:t xml:space="preserve">ний, </w:t>
      </w:r>
      <w:r w:rsidRPr="00EF5856">
        <w:rPr>
          <w:sz w:val="28"/>
          <w:szCs w:val="28"/>
        </w:rPr>
        <w:t xml:space="preserve">с последующим внесением изменений в настоящее Решение </w:t>
      </w:r>
      <w:r>
        <w:rPr>
          <w:sz w:val="28"/>
          <w:szCs w:val="28"/>
        </w:rPr>
        <w:t>Ключевским районным</w:t>
      </w:r>
      <w:r w:rsidRPr="00EF5856">
        <w:rPr>
          <w:sz w:val="28"/>
          <w:szCs w:val="28"/>
        </w:rPr>
        <w:t xml:space="preserve"> С</w:t>
      </w:r>
      <w:r>
        <w:rPr>
          <w:sz w:val="28"/>
          <w:szCs w:val="28"/>
        </w:rPr>
        <w:t>обранием</w:t>
      </w:r>
      <w:r w:rsidRPr="00EF5856">
        <w:rPr>
          <w:sz w:val="28"/>
          <w:szCs w:val="28"/>
        </w:rPr>
        <w:t xml:space="preserve"> депутатов Алтайского края.</w:t>
      </w:r>
    </w:p>
    <w:p w:rsidR="00AF7221" w:rsidRDefault="00AF7221" w:rsidP="009808FE">
      <w:pPr>
        <w:ind w:firstLine="709"/>
        <w:jc w:val="both"/>
        <w:rPr>
          <w:sz w:val="28"/>
          <w:szCs w:val="28"/>
        </w:rPr>
      </w:pPr>
    </w:p>
    <w:p w:rsidR="00AF7221" w:rsidRDefault="00AF7221" w:rsidP="0026613B">
      <w:pPr>
        <w:widowControl w:val="0"/>
        <w:ind w:firstLine="709"/>
        <w:jc w:val="both"/>
        <w:rPr>
          <w:rStyle w:val="Strong"/>
          <w:sz w:val="28"/>
          <w:szCs w:val="28"/>
        </w:rPr>
      </w:pPr>
      <w:r w:rsidRPr="00EF5856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7</w:t>
      </w:r>
      <w:r w:rsidRPr="00EF585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EF5856">
        <w:rPr>
          <w:b/>
          <w:bCs/>
          <w:sz w:val="28"/>
          <w:szCs w:val="28"/>
        </w:rPr>
        <w:t xml:space="preserve"> Особенности</w:t>
      </w:r>
      <w:r w:rsidRPr="00EF5856">
        <w:rPr>
          <w:sz w:val="28"/>
          <w:szCs w:val="28"/>
        </w:rPr>
        <w:t xml:space="preserve"> </w:t>
      </w:r>
      <w:r w:rsidRPr="00831BD1">
        <w:rPr>
          <w:b/>
          <w:bCs/>
          <w:sz w:val="28"/>
          <w:szCs w:val="28"/>
        </w:rPr>
        <w:t>и</w:t>
      </w:r>
      <w:r w:rsidRPr="00EF5856">
        <w:rPr>
          <w:rStyle w:val="Strong"/>
          <w:sz w:val="28"/>
          <w:szCs w:val="28"/>
        </w:rPr>
        <w:t>спользования бюджетных ассигнований по обеспечению деятельности органов местного самоуправления, муниципальных учреждений.</w:t>
      </w:r>
    </w:p>
    <w:p w:rsidR="00AF7221" w:rsidRPr="00EF5856" w:rsidRDefault="00AF7221" w:rsidP="000040C9">
      <w:pPr>
        <w:widowControl w:val="0"/>
        <w:ind w:firstLine="709"/>
        <w:rPr>
          <w:rStyle w:val="Strong"/>
          <w:sz w:val="28"/>
          <w:szCs w:val="28"/>
        </w:rPr>
      </w:pPr>
    </w:p>
    <w:p w:rsidR="00AF7221" w:rsidRPr="00512C8C" w:rsidRDefault="00AF7221" w:rsidP="000040C9">
      <w:pPr>
        <w:ind w:firstLine="709"/>
        <w:jc w:val="both"/>
        <w:rPr>
          <w:sz w:val="28"/>
          <w:szCs w:val="28"/>
        </w:rPr>
      </w:pPr>
      <w:r w:rsidRPr="00512C8C">
        <w:rPr>
          <w:sz w:val="28"/>
          <w:szCs w:val="28"/>
        </w:rPr>
        <w:t>1. Установи</w:t>
      </w:r>
      <w:r>
        <w:rPr>
          <w:sz w:val="28"/>
          <w:szCs w:val="28"/>
        </w:rPr>
        <w:t>ть, что при исполнении бюджета района</w:t>
      </w:r>
      <w:r w:rsidRPr="00512C8C">
        <w:rPr>
          <w:sz w:val="28"/>
          <w:szCs w:val="28"/>
        </w:rPr>
        <w:t xml:space="preserve"> к приоритетным видам расходов относятся:</w:t>
      </w:r>
    </w:p>
    <w:p w:rsidR="00AF7221" w:rsidRDefault="00AF7221" w:rsidP="000040C9">
      <w:pPr>
        <w:ind w:firstLine="709"/>
        <w:jc w:val="both"/>
        <w:rPr>
          <w:sz w:val="28"/>
          <w:szCs w:val="28"/>
        </w:rPr>
      </w:pPr>
      <w:r w:rsidRPr="00512C8C">
        <w:rPr>
          <w:sz w:val="28"/>
          <w:szCs w:val="28"/>
        </w:rPr>
        <w:t>расчеты по обязательным платежам в бюджетную систему Российской Федерации и страховым взносам в государственные внебюджетные фон</w:t>
      </w:r>
      <w:r>
        <w:rPr>
          <w:sz w:val="28"/>
          <w:szCs w:val="28"/>
        </w:rPr>
        <w:t>ды;</w:t>
      </w:r>
    </w:p>
    <w:p w:rsidR="00AF7221" w:rsidRPr="00512C8C" w:rsidRDefault="00AF7221" w:rsidP="00004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</w:t>
      </w:r>
      <w:r w:rsidRPr="00512C8C">
        <w:rPr>
          <w:sz w:val="28"/>
          <w:szCs w:val="28"/>
        </w:rPr>
        <w:t>;</w:t>
      </w:r>
    </w:p>
    <w:p w:rsidR="00AF7221" w:rsidRPr="00512C8C" w:rsidRDefault="00AF7221" w:rsidP="000040C9">
      <w:pPr>
        <w:ind w:firstLine="709"/>
        <w:jc w:val="both"/>
        <w:rPr>
          <w:sz w:val="28"/>
          <w:szCs w:val="28"/>
        </w:rPr>
      </w:pPr>
      <w:r w:rsidRPr="00512C8C">
        <w:rPr>
          <w:sz w:val="28"/>
          <w:szCs w:val="28"/>
        </w:rPr>
        <w:t>расходы, связанные с погашением муниципального долга;</w:t>
      </w:r>
    </w:p>
    <w:p w:rsidR="00AF7221" w:rsidRPr="00512C8C" w:rsidRDefault="00AF7221" w:rsidP="000040C9">
      <w:pPr>
        <w:ind w:firstLine="709"/>
        <w:jc w:val="both"/>
        <w:rPr>
          <w:sz w:val="28"/>
          <w:szCs w:val="28"/>
        </w:rPr>
      </w:pPr>
      <w:r w:rsidRPr="00512C8C">
        <w:rPr>
          <w:sz w:val="28"/>
          <w:szCs w:val="28"/>
        </w:rPr>
        <w:t>расходы муниципальных учреждений на оплату комму</w:t>
      </w:r>
      <w:r>
        <w:rPr>
          <w:sz w:val="28"/>
          <w:szCs w:val="28"/>
        </w:rPr>
        <w:t>нальных услуг.</w:t>
      </w:r>
    </w:p>
    <w:p w:rsidR="00AF7221" w:rsidRDefault="00AF7221" w:rsidP="000040C9">
      <w:pPr>
        <w:ind w:firstLine="709"/>
        <w:jc w:val="both"/>
        <w:rPr>
          <w:sz w:val="28"/>
          <w:szCs w:val="28"/>
        </w:rPr>
      </w:pPr>
      <w:r w:rsidRPr="00EF5856">
        <w:rPr>
          <w:sz w:val="28"/>
          <w:szCs w:val="28"/>
        </w:rPr>
        <w:t xml:space="preserve">2. Рекомендовать органам местного самоуправления, муниципальным учреждениям и организациям, финансируемым из бюджета </w:t>
      </w:r>
      <w:r>
        <w:rPr>
          <w:sz w:val="28"/>
          <w:szCs w:val="28"/>
        </w:rPr>
        <w:t>района</w:t>
      </w:r>
      <w:r w:rsidRPr="00EF5856">
        <w:rPr>
          <w:sz w:val="28"/>
          <w:szCs w:val="28"/>
        </w:rPr>
        <w:t>, не принимать решений, приводящих к увеличению численности работ</w:t>
      </w:r>
      <w:r>
        <w:rPr>
          <w:sz w:val="28"/>
          <w:szCs w:val="28"/>
        </w:rPr>
        <w:t>ников.</w:t>
      </w:r>
      <w:r w:rsidRPr="00EF5856">
        <w:rPr>
          <w:sz w:val="28"/>
          <w:szCs w:val="28"/>
        </w:rPr>
        <w:t xml:space="preserve"> </w:t>
      </w:r>
    </w:p>
    <w:p w:rsidR="00AF7221" w:rsidRPr="00512C8C" w:rsidRDefault="00AF7221" w:rsidP="000040C9">
      <w:pPr>
        <w:pStyle w:val="NormalWeb"/>
        <w:tabs>
          <w:tab w:val="left" w:pos="72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ab/>
      </w:r>
      <w:r w:rsidRPr="00512C8C">
        <w:rPr>
          <w:rFonts w:ascii="Times New Roman" w:hAnsi="Times New Roman" w:cs="Times New Roman"/>
          <w:sz w:val="28"/>
          <w:szCs w:val="28"/>
        </w:rPr>
        <w:t xml:space="preserve">3. Руководители организаций всех организационно-правовых форм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12C8C">
        <w:rPr>
          <w:rFonts w:ascii="Times New Roman" w:hAnsi="Times New Roman" w:cs="Times New Roman"/>
          <w:sz w:val="28"/>
          <w:szCs w:val="28"/>
        </w:rPr>
        <w:t>учреждений, являющи</w:t>
      </w:r>
      <w:r>
        <w:rPr>
          <w:rFonts w:ascii="Times New Roman" w:hAnsi="Times New Roman" w:cs="Times New Roman"/>
          <w:sz w:val="28"/>
          <w:szCs w:val="28"/>
        </w:rPr>
        <w:t>хся</w:t>
      </w:r>
      <w:r w:rsidRPr="00512C8C">
        <w:rPr>
          <w:rFonts w:ascii="Times New Roman" w:hAnsi="Times New Roman" w:cs="Times New Roman"/>
          <w:sz w:val="28"/>
          <w:szCs w:val="28"/>
        </w:rPr>
        <w:t xml:space="preserve"> получателями средств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512C8C">
        <w:rPr>
          <w:rFonts w:ascii="Times New Roman" w:hAnsi="Times New Roman" w:cs="Times New Roman"/>
          <w:sz w:val="28"/>
          <w:szCs w:val="28"/>
        </w:rPr>
        <w:t>, несут персональную ответственность за превышение фактических расходов над утвержденными ассигнованиями, предусмотренными бюджетной росписью 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512C8C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и плановым периодом 2021 и 2022 годов.</w:t>
      </w:r>
    </w:p>
    <w:p w:rsidR="00AF7221" w:rsidRDefault="00AF7221" w:rsidP="000040C9">
      <w:pPr>
        <w:ind w:firstLine="709"/>
        <w:jc w:val="both"/>
        <w:rPr>
          <w:sz w:val="28"/>
          <w:szCs w:val="28"/>
        </w:rPr>
      </w:pPr>
      <w:r w:rsidRPr="00EF5856">
        <w:rPr>
          <w:sz w:val="28"/>
          <w:szCs w:val="28"/>
        </w:rPr>
        <w:tab/>
      </w:r>
    </w:p>
    <w:p w:rsidR="00AF7221" w:rsidRDefault="00AF7221" w:rsidP="0026613B">
      <w:pPr>
        <w:ind w:firstLine="709"/>
        <w:jc w:val="both"/>
        <w:rPr>
          <w:b/>
          <w:bCs/>
          <w:sz w:val="28"/>
          <w:szCs w:val="28"/>
        </w:rPr>
      </w:pPr>
      <w:r w:rsidRPr="00EF5856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8</w:t>
      </w:r>
      <w:r w:rsidRPr="00EF585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EF5856">
        <w:rPr>
          <w:b/>
          <w:bCs/>
          <w:sz w:val="28"/>
          <w:szCs w:val="28"/>
        </w:rPr>
        <w:t xml:space="preserve"> Особенности исполнения бюджета </w:t>
      </w:r>
      <w:r>
        <w:rPr>
          <w:b/>
          <w:bCs/>
          <w:sz w:val="28"/>
          <w:szCs w:val="28"/>
        </w:rPr>
        <w:t>района</w:t>
      </w:r>
      <w:r w:rsidRPr="00EF5856">
        <w:rPr>
          <w:b/>
          <w:bCs/>
          <w:sz w:val="28"/>
          <w:szCs w:val="28"/>
        </w:rPr>
        <w:t xml:space="preserve"> в 20</w:t>
      </w:r>
      <w:r>
        <w:rPr>
          <w:b/>
          <w:bCs/>
          <w:sz w:val="28"/>
          <w:szCs w:val="28"/>
        </w:rPr>
        <w:t>20</w:t>
      </w:r>
      <w:r w:rsidRPr="00EF5856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 xml:space="preserve"> и в плановом периоде 2021-2022 годов</w:t>
      </w:r>
      <w:r w:rsidRPr="00EF5856">
        <w:rPr>
          <w:b/>
          <w:bCs/>
          <w:sz w:val="28"/>
          <w:szCs w:val="28"/>
        </w:rPr>
        <w:t xml:space="preserve"> по средствам бюджета </w:t>
      </w:r>
      <w:r>
        <w:rPr>
          <w:b/>
          <w:bCs/>
          <w:sz w:val="28"/>
          <w:szCs w:val="28"/>
        </w:rPr>
        <w:t>района</w:t>
      </w:r>
      <w:r w:rsidRPr="00EF5856">
        <w:rPr>
          <w:b/>
          <w:bCs/>
          <w:sz w:val="28"/>
          <w:szCs w:val="28"/>
        </w:rPr>
        <w:t>, выданным на возвратной основе</w:t>
      </w:r>
    </w:p>
    <w:p w:rsidR="00AF7221" w:rsidRPr="00EF5856" w:rsidRDefault="00AF7221" w:rsidP="000040C9">
      <w:pPr>
        <w:ind w:firstLine="709"/>
        <w:rPr>
          <w:b/>
          <w:bCs/>
          <w:sz w:val="28"/>
          <w:szCs w:val="28"/>
        </w:rPr>
      </w:pP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F5856">
        <w:rPr>
          <w:rFonts w:ascii="Times New Roman" w:hAnsi="Times New Roman" w:cs="Times New Roman"/>
          <w:sz w:val="28"/>
          <w:szCs w:val="28"/>
        </w:rPr>
        <w:t xml:space="preserve">. Администрация </w:t>
      </w:r>
      <w:r>
        <w:rPr>
          <w:rFonts w:ascii="Times New Roman" w:hAnsi="Times New Roman" w:cs="Times New Roman"/>
          <w:sz w:val="28"/>
          <w:szCs w:val="28"/>
        </w:rPr>
        <w:t>Ключевского района</w:t>
      </w:r>
      <w:r w:rsidRPr="00EF5856">
        <w:rPr>
          <w:rFonts w:ascii="Times New Roman" w:hAnsi="Times New Roman" w:cs="Times New Roman"/>
          <w:sz w:val="28"/>
          <w:szCs w:val="28"/>
        </w:rPr>
        <w:t xml:space="preserve"> Алтайского края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вправе принимать решения о заключении мировых соглашений, устанавливая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56">
        <w:rPr>
          <w:rFonts w:ascii="Times New Roman" w:hAnsi="Times New Roman" w:cs="Times New Roman"/>
          <w:sz w:val="28"/>
          <w:szCs w:val="28"/>
        </w:rPr>
        <w:t xml:space="preserve">условия урегулирования задолженности должников по денежным обязательствам перед бюджетом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F5856">
        <w:rPr>
          <w:rFonts w:ascii="Times New Roman" w:hAnsi="Times New Roman" w:cs="Times New Roman"/>
          <w:sz w:val="28"/>
          <w:szCs w:val="28"/>
        </w:rPr>
        <w:t xml:space="preserve"> по бюджетным средствам, выданным на возвратной основе.</w:t>
      </w:r>
    </w:p>
    <w:p w:rsidR="00AF7221" w:rsidRPr="00EF5856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 xml:space="preserve"> Урегулирование задолженности осуществляется следующими способами: путем предоставления отсрочки, рассрочки погашения задолженности и (или) списания полностью (части) задолженности по начисленным пеням и штрафам в случае выполнения должником условий, предусмотренных мировым соглашением, а также путем новации обязательства, уступки права требования и перевода долга.</w:t>
      </w:r>
    </w:p>
    <w:p w:rsidR="00AF7221" w:rsidRPr="00EF5856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F5856">
        <w:rPr>
          <w:rFonts w:ascii="Times New Roman" w:hAnsi="Times New Roman" w:cs="Times New Roman"/>
          <w:sz w:val="28"/>
          <w:szCs w:val="28"/>
        </w:rPr>
        <w:t xml:space="preserve">. 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Ключевского района </w:t>
      </w:r>
      <w:r w:rsidRPr="00EF5856">
        <w:rPr>
          <w:rFonts w:ascii="Times New Roman" w:hAnsi="Times New Roman" w:cs="Times New Roman"/>
          <w:sz w:val="28"/>
          <w:szCs w:val="28"/>
        </w:rPr>
        <w:t xml:space="preserve">Алтайского края предоставить право проводить реструктуризацию задолженности юридических лиц по бюджетным кредитам в порядке и на условиях, устанавливаемых Администрацией </w:t>
      </w:r>
      <w:r>
        <w:rPr>
          <w:rFonts w:ascii="Times New Roman" w:hAnsi="Times New Roman" w:cs="Times New Roman"/>
          <w:sz w:val="28"/>
          <w:szCs w:val="28"/>
        </w:rPr>
        <w:t>Ключевского района</w:t>
      </w:r>
      <w:r w:rsidRPr="00EF5856">
        <w:rPr>
          <w:rFonts w:ascii="Times New Roman" w:hAnsi="Times New Roman" w:cs="Times New Roman"/>
          <w:sz w:val="28"/>
          <w:szCs w:val="28"/>
        </w:rPr>
        <w:t xml:space="preserve"> Алтайского края.</w:t>
      </w:r>
    </w:p>
    <w:p w:rsidR="00AF7221" w:rsidRDefault="00AF7221" w:rsidP="00004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5856">
        <w:rPr>
          <w:sz w:val="28"/>
          <w:szCs w:val="28"/>
        </w:rPr>
        <w:t xml:space="preserve">. Администрация </w:t>
      </w:r>
      <w:r>
        <w:rPr>
          <w:sz w:val="28"/>
          <w:szCs w:val="28"/>
        </w:rPr>
        <w:t>Ключевского района</w:t>
      </w:r>
      <w:r w:rsidRPr="00EF5856">
        <w:rPr>
          <w:sz w:val="28"/>
          <w:szCs w:val="28"/>
        </w:rPr>
        <w:t xml:space="preserve"> Алтайского края вправе списывать безнадежные к взысканию долги заемщиков по бюджетным кредитам, ранее предоставленным из бюджета </w:t>
      </w:r>
      <w:r>
        <w:rPr>
          <w:sz w:val="28"/>
          <w:szCs w:val="28"/>
        </w:rPr>
        <w:t>района</w:t>
      </w:r>
      <w:r w:rsidRPr="00EF5856">
        <w:rPr>
          <w:sz w:val="28"/>
          <w:szCs w:val="28"/>
        </w:rPr>
        <w:t xml:space="preserve">, в соответствии с Порядком, установленным Администрацией </w:t>
      </w:r>
      <w:r>
        <w:rPr>
          <w:sz w:val="28"/>
          <w:szCs w:val="28"/>
        </w:rPr>
        <w:t>Ключевского района</w:t>
      </w:r>
      <w:r w:rsidRPr="00EF585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5856">
        <w:rPr>
          <w:sz w:val="28"/>
          <w:szCs w:val="28"/>
        </w:rPr>
        <w:t>лтайского края.</w:t>
      </w:r>
    </w:p>
    <w:p w:rsidR="00AF7221" w:rsidRDefault="00AF7221" w:rsidP="000040C9">
      <w:pPr>
        <w:ind w:firstLine="709"/>
        <w:jc w:val="both"/>
        <w:rPr>
          <w:sz w:val="28"/>
          <w:szCs w:val="28"/>
        </w:rPr>
      </w:pPr>
    </w:p>
    <w:p w:rsidR="00AF7221" w:rsidRDefault="00AF7221" w:rsidP="005527DB">
      <w:pPr>
        <w:ind w:firstLine="709"/>
        <w:jc w:val="both"/>
        <w:rPr>
          <w:rStyle w:val="Strong"/>
          <w:sz w:val="28"/>
          <w:szCs w:val="28"/>
        </w:rPr>
      </w:pPr>
      <w:r w:rsidRPr="00EF5856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9</w:t>
      </w:r>
      <w:r w:rsidRPr="00EF585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EF5856">
        <w:rPr>
          <w:rStyle w:val="Strong"/>
          <w:sz w:val="28"/>
          <w:szCs w:val="28"/>
        </w:rPr>
        <w:t xml:space="preserve"> Муниципальные заимствования</w:t>
      </w:r>
    </w:p>
    <w:p w:rsidR="00AF7221" w:rsidRDefault="00AF7221" w:rsidP="00017CB2">
      <w:pPr>
        <w:ind w:firstLine="709"/>
        <w:rPr>
          <w:rStyle w:val="Strong"/>
          <w:sz w:val="28"/>
          <w:szCs w:val="28"/>
        </w:rPr>
      </w:pPr>
      <w:r w:rsidRPr="00EF5856">
        <w:rPr>
          <w:rStyle w:val="Strong"/>
          <w:sz w:val="28"/>
          <w:szCs w:val="28"/>
        </w:rPr>
        <w:t xml:space="preserve"> </w:t>
      </w:r>
    </w:p>
    <w:p w:rsidR="00AF7221" w:rsidRPr="00EF5856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 xml:space="preserve">Утвердить программу внутренних заимствований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Ключевский район </w:t>
      </w:r>
      <w:r w:rsidRPr="00EF5856">
        <w:rPr>
          <w:rFonts w:ascii="Times New Roman" w:hAnsi="Times New Roman" w:cs="Times New Roman"/>
          <w:sz w:val="28"/>
          <w:szCs w:val="28"/>
        </w:rPr>
        <w:t>Алтайского края на 20</w:t>
      </w:r>
      <w:r>
        <w:rPr>
          <w:rFonts w:ascii="Times New Roman" w:hAnsi="Times New Roman" w:cs="Times New Roman"/>
          <w:sz w:val="28"/>
          <w:szCs w:val="28"/>
        </w:rPr>
        <w:t xml:space="preserve">20 год и на плановый период 2021 - 2022 год </w:t>
      </w:r>
      <w:r w:rsidRPr="00EF585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29 к </w:t>
      </w:r>
      <w:r w:rsidRPr="00EF5856">
        <w:rPr>
          <w:rFonts w:ascii="Times New Roman" w:hAnsi="Times New Roman" w:cs="Times New Roman"/>
          <w:sz w:val="28"/>
          <w:szCs w:val="28"/>
        </w:rPr>
        <w:t xml:space="preserve">настоящему Решению. </w:t>
      </w: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 xml:space="preserve">Муниципальные заимствования осуществляются с согласия </w:t>
      </w:r>
      <w:r>
        <w:rPr>
          <w:rFonts w:ascii="Times New Roman" w:hAnsi="Times New Roman" w:cs="Times New Roman"/>
          <w:sz w:val="28"/>
          <w:szCs w:val="28"/>
        </w:rPr>
        <w:t>Ключевского</w:t>
      </w:r>
      <w:r w:rsidRPr="00EF5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EF5856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</w:rPr>
        <w:t>брания</w:t>
      </w:r>
      <w:r w:rsidRPr="00EF5856">
        <w:rPr>
          <w:rFonts w:ascii="Times New Roman" w:hAnsi="Times New Roman" w:cs="Times New Roman"/>
          <w:sz w:val="28"/>
          <w:szCs w:val="28"/>
        </w:rPr>
        <w:t xml:space="preserve"> депутатов Алтайского края.</w:t>
      </w: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221" w:rsidRDefault="00AF7221" w:rsidP="0026613B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4612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28461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84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612">
        <w:rPr>
          <w:rFonts w:ascii="Times New Roman" w:hAnsi="Times New Roman" w:cs="Times New Roman"/>
          <w:b/>
          <w:bCs/>
          <w:sz w:val="28"/>
          <w:szCs w:val="28"/>
        </w:rPr>
        <w:t xml:space="preserve">Контроль за исполнением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AF7221" w:rsidRPr="00284612" w:rsidRDefault="00AF7221" w:rsidP="000040C9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AF7221" w:rsidRPr="00284612" w:rsidRDefault="00AF7221" w:rsidP="00050E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84612">
        <w:rPr>
          <w:sz w:val="28"/>
          <w:szCs w:val="28"/>
        </w:rPr>
        <w:t xml:space="preserve">Органы муниципального финансового контроля осуществляют контроль в отношении объектов муниципального финансового контроля за использованием средств бюджета </w:t>
      </w:r>
      <w:r>
        <w:rPr>
          <w:sz w:val="28"/>
          <w:szCs w:val="28"/>
        </w:rPr>
        <w:t>района</w:t>
      </w:r>
      <w:r w:rsidRPr="00284612">
        <w:rPr>
          <w:sz w:val="28"/>
          <w:szCs w:val="28"/>
        </w:rPr>
        <w:t>.</w:t>
      </w:r>
    </w:p>
    <w:p w:rsidR="00AF7221" w:rsidRPr="00284612" w:rsidRDefault="00AF7221" w:rsidP="000040C9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284612">
        <w:rPr>
          <w:sz w:val="28"/>
          <w:szCs w:val="28"/>
        </w:rPr>
        <w:t>В случае совершения объектами муниципального финансового контроля бюджетных нарушений</w:t>
      </w:r>
      <w:r>
        <w:rPr>
          <w:sz w:val="28"/>
          <w:szCs w:val="28"/>
        </w:rPr>
        <w:t>, К</w:t>
      </w:r>
      <w:r w:rsidRPr="00284612">
        <w:rPr>
          <w:sz w:val="28"/>
          <w:szCs w:val="28"/>
        </w:rPr>
        <w:t xml:space="preserve">омитет по финансам, налоговой и кредитной политике </w:t>
      </w:r>
      <w:r>
        <w:rPr>
          <w:sz w:val="28"/>
          <w:szCs w:val="28"/>
        </w:rPr>
        <w:t>а</w:t>
      </w:r>
      <w:r w:rsidRPr="0028461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Ключевского района </w:t>
      </w:r>
      <w:r w:rsidRPr="00284612">
        <w:rPr>
          <w:sz w:val="28"/>
          <w:szCs w:val="28"/>
        </w:rPr>
        <w:t>Алтайского края вправе применить меры, предусмотренные Бюджетным кодексом Российской Федерации и иными нормативными правовыми актами, регулирующими бюджетные правоотношения, а также меры ответственности, предусмотренные Кодексом Российской Федерации об административных правонарушениях.</w:t>
      </w:r>
      <w:r w:rsidRPr="00284612">
        <w:rPr>
          <w:i/>
          <w:iCs/>
          <w:sz w:val="28"/>
          <w:szCs w:val="28"/>
        </w:rPr>
        <w:t xml:space="preserve"> </w:t>
      </w:r>
    </w:p>
    <w:p w:rsidR="00AF7221" w:rsidRDefault="00AF7221" w:rsidP="000040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F7221" w:rsidRDefault="00AF7221" w:rsidP="005527DB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EF585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F585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F5856">
        <w:rPr>
          <w:rStyle w:val="Strong"/>
          <w:rFonts w:ascii="Times New Roman" w:hAnsi="Times New Roman" w:cs="Times New Roman"/>
          <w:sz w:val="28"/>
          <w:szCs w:val="28"/>
        </w:rPr>
        <w:t xml:space="preserve">Приведение муниципальных правовых актов </w:t>
      </w:r>
      <w:r>
        <w:rPr>
          <w:rStyle w:val="Strong"/>
          <w:rFonts w:ascii="Times New Roman" w:hAnsi="Times New Roman" w:cs="Times New Roman"/>
          <w:sz w:val="28"/>
          <w:szCs w:val="28"/>
        </w:rPr>
        <w:t>района</w:t>
      </w:r>
      <w:r w:rsidRPr="00EF5856">
        <w:rPr>
          <w:rStyle w:val="Strong"/>
          <w:rFonts w:ascii="Times New Roman" w:hAnsi="Times New Roman" w:cs="Times New Roman"/>
          <w:sz w:val="28"/>
          <w:szCs w:val="28"/>
        </w:rPr>
        <w:t xml:space="preserve"> в соответствие с настоящим Решением</w:t>
      </w:r>
    </w:p>
    <w:p w:rsidR="00AF7221" w:rsidRPr="00EF5856" w:rsidRDefault="00AF7221" w:rsidP="000040C9">
      <w:pPr>
        <w:pStyle w:val="NormalWeb"/>
        <w:spacing w:before="0" w:beforeAutospacing="0" w:after="0" w:afterAutospacing="0"/>
        <w:ind w:firstLine="709"/>
        <w:rPr>
          <w:rStyle w:val="Strong"/>
          <w:rFonts w:ascii="Times New Roman" w:hAnsi="Times New Roman" w:cs="Times New Roman"/>
          <w:sz w:val="28"/>
          <w:szCs w:val="28"/>
        </w:rPr>
      </w:pP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  <w:r w:rsidRPr="00EF585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Муниципальные правовые акты </w:t>
      </w: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Администрации Ключевского района</w:t>
      </w:r>
      <w:r w:rsidRPr="00EF585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 подлежат приведению в соответствие с настоящим Решением.</w:t>
      </w: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F7221" w:rsidRDefault="00AF7221" w:rsidP="005527DB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F585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F585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F5856">
        <w:rPr>
          <w:rStyle w:val="Strong"/>
          <w:rFonts w:ascii="Times New Roman" w:hAnsi="Times New Roman" w:cs="Times New Roman"/>
          <w:sz w:val="28"/>
          <w:szCs w:val="28"/>
        </w:rPr>
        <w:t>Вступление в силу настоящего Решения</w:t>
      </w:r>
    </w:p>
    <w:p w:rsidR="00AF7221" w:rsidRDefault="00AF7221" w:rsidP="000040C9">
      <w:pPr>
        <w:pStyle w:val="NormalWeb"/>
        <w:spacing w:before="0" w:beforeAutospacing="0" w:after="0" w:afterAutospacing="0"/>
        <w:ind w:firstLine="709"/>
        <w:rPr>
          <w:rStyle w:val="Strong"/>
          <w:rFonts w:ascii="Times New Roman" w:hAnsi="Times New Roman" w:cs="Times New Roman"/>
          <w:sz w:val="28"/>
          <w:szCs w:val="28"/>
        </w:rPr>
      </w:pPr>
    </w:p>
    <w:p w:rsidR="00AF7221" w:rsidRPr="00EF5856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>1. </w:t>
      </w:r>
      <w:r w:rsidRPr="00EF585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Настоящее Решение опубликовать в газете «</w:t>
      </w: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Степной маяк</w:t>
      </w:r>
      <w:r w:rsidRPr="00EF585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» </w:t>
      </w:r>
      <w:r w:rsidRPr="00EF5856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Ключевского района</w:t>
      </w:r>
      <w:r w:rsidRPr="00EF5856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F5856">
        <w:rPr>
          <w:rFonts w:ascii="Times New Roman" w:hAnsi="Times New Roman" w:cs="Times New Roman"/>
          <w:sz w:val="28"/>
          <w:szCs w:val="28"/>
        </w:rPr>
        <w:t>.</w:t>
      </w: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  <w:r w:rsidRPr="00EF5856">
        <w:rPr>
          <w:rFonts w:ascii="Times New Roman" w:hAnsi="Times New Roman" w:cs="Times New Roman"/>
          <w:sz w:val="28"/>
          <w:szCs w:val="28"/>
        </w:rPr>
        <w:t>2. </w:t>
      </w:r>
      <w:r w:rsidRPr="00EF585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Настоящее Решение вступает в силу с 1 января 20</w:t>
      </w: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Pr="00EF585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 года, за исключением статьи 10 настоящего Решения, которая вступает в силу со дня его официального опубликования.</w:t>
      </w:r>
    </w:p>
    <w:p w:rsidR="00AF7221" w:rsidRDefault="00AF7221" w:rsidP="00C30EA3">
      <w:pPr>
        <w:pStyle w:val="NormalWeb"/>
        <w:spacing w:before="0" w:beforeAutospacing="0" w:after="0" w:afterAutospacing="0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sz w:val="28"/>
          <w:szCs w:val="28"/>
        </w:rPr>
      </w:pPr>
      <w:r w:rsidRPr="009E62F3">
        <w:rPr>
          <w:rStyle w:val="Strong"/>
          <w:rFonts w:ascii="Times New Roman" w:hAnsi="Times New Roman" w:cs="Times New Roman"/>
          <w:sz w:val="28"/>
          <w:szCs w:val="28"/>
        </w:rPr>
        <w:t>Статья 13. Контроль за исполнением настоящего Решения</w:t>
      </w: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sz w:val="28"/>
          <w:szCs w:val="28"/>
        </w:rPr>
      </w:pPr>
    </w:p>
    <w:p w:rsidR="00AF7221" w:rsidRPr="009E62F3" w:rsidRDefault="00AF7221" w:rsidP="009E62F3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настоящего Решения возложить на постоянную комиссию по экономике и бюджету Ключевского районного Собрания депутатов Алтайского края (С.П. Рыдкин).</w:t>
      </w: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F7221" w:rsidRDefault="00AF7221" w:rsidP="000040C9">
      <w:pPr>
        <w:pStyle w:val="NormalWeb"/>
        <w:spacing w:before="0" w:beforeAutospacing="0" w:after="0" w:afterAutospacing="0"/>
        <w:ind w:firstLine="709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F7221" w:rsidRDefault="00AF7221" w:rsidP="009808FE">
      <w:pPr>
        <w:ind w:firstLine="709"/>
        <w:jc w:val="both"/>
        <w:rPr>
          <w:sz w:val="28"/>
          <w:szCs w:val="28"/>
        </w:rPr>
      </w:pPr>
    </w:p>
    <w:p w:rsidR="00AF7221" w:rsidRPr="001660E2" w:rsidRDefault="00AF7221" w:rsidP="009E62F3">
      <w:pPr>
        <w:tabs>
          <w:tab w:val="left" w:pos="1800"/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                                                Н.И. Заикин</w:t>
      </w:r>
    </w:p>
    <w:sectPr w:rsidR="00AF7221" w:rsidRPr="001660E2" w:rsidSect="004757C0">
      <w:headerReference w:type="default" r:id="rId8"/>
      <w:footerReference w:type="default" r:id="rId9"/>
      <w:pgSz w:w="11906" w:h="16838" w:code="9"/>
      <w:pgMar w:top="720" w:right="720" w:bottom="720" w:left="1700" w:header="567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221" w:rsidRDefault="00AF7221">
      <w:r>
        <w:separator/>
      </w:r>
    </w:p>
  </w:endnote>
  <w:endnote w:type="continuationSeparator" w:id="1">
    <w:p w:rsidR="00AF7221" w:rsidRDefault="00AF7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21" w:rsidRDefault="00AF7221">
    <w:pPr>
      <w:pStyle w:val="Footer"/>
      <w:framePr w:wrap="auto" w:vAnchor="text" w:hAnchor="margin" w:xAlign="right" w:y="1"/>
      <w:rPr>
        <w:rStyle w:val="PageNumber"/>
      </w:rPr>
    </w:pPr>
  </w:p>
  <w:p w:rsidR="00AF7221" w:rsidRDefault="00AF722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221" w:rsidRDefault="00AF7221">
      <w:r>
        <w:separator/>
      </w:r>
    </w:p>
  </w:footnote>
  <w:footnote w:type="continuationSeparator" w:id="1">
    <w:p w:rsidR="00AF7221" w:rsidRDefault="00AF7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21" w:rsidRDefault="00AF7221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09008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26C5D3B"/>
    <w:multiLevelType w:val="hybridMultilevel"/>
    <w:tmpl w:val="6EE6016A"/>
    <w:lvl w:ilvl="0" w:tplc="59B27F7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5A87774"/>
    <w:multiLevelType w:val="hybridMultilevel"/>
    <w:tmpl w:val="CF92A67C"/>
    <w:lvl w:ilvl="0" w:tplc="3DDC707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95C2025"/>
    <w:multiLevelType w:val="hybridMultilevel"/>
    <w:tmpl w:val="89D8B17A"/>
    <w:lvl w:ilvl="0" w:tplc="3560EA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DD252C"/>
    <w:multiLevelType w:val="hybridMultilevel"/>
    <w:tmpl w:val="81C86B1E"/>
    <w:lvl w:ilvl="0" w:tplc="CBB0A97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CB323CC"/>
    <w:multiLevelType w:val="hybridMultilevel"/>
    <w:tmpl w:val="651682E0"/>
    <w:lvl w:ilvl="0" w:tplc="478ACF68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D284311"/>
    <w:multiLevelType w:val="hybridMultilevel"/>
    <w:tmpl w:val="6A8E613A"/>
    <w:lvl w:ilvl="0" w:tplc="F7F405D8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</w:lvl>
  </w:abstractNum>
  <w:abstractNum w:abstractNumId="7">
    <w:nsid w:val="27215433"/>
    <w:multiLevelType w:val="hybridMultilevel"/>
    <w:tmpl w:val="56264C52"/>
    <w:lvl w:ilvl="0" w:tplc="CD20DDB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9862551"/>
    <w:multiLevelType w:val="hybridMultilevel"/>
    <w:tmpl w:val="ED7A2506"/>
    <w:lvl w:ilvl="0" w:tplc="1FF66CD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A6E015B"/>
    <w:multiLevelType w:val="hybridMultilevel"/>
    <w:tmpl w:val="BAB8A458"/>
    <w:lvl w:ilvl="0" w:tplc="A244B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EC0215"/>
    <w:multiLevelType w:val="hybridMultilevel"/>
    <w:tmpl w:val="1F542984"/>
    <w:lvl w:ilvl="0" w:tplc="1B6A3884">
      <w:start w:val="1"/>
      <w:numFmt w:val="decimal"/>
      <w:lvlText w:val="%1.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2E261453"/>
    <w:multiLevelType w:val="multilevel"/>
    <w:tmpl w:val="D79E45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F43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B5B49A0"/>
    <w:multiLevelType w:val="hybridMultilevel"/>
    <w:tmpl w:val="0F905BEE"/>
    <w:lvl w:ilvl="0" w:tplc="094018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3C23529D"/>
    <w:multiLevelType w:val="hybridMultilevel"/>
    <w:tmpl w:val="1466F1A0"/>
    <w:lvl w:ilvl="0" w:tplc="81088902">
      <w:start w:val="1"/>
      <w:numFmt w:val="decimal"/>
      <w:lvlText w:val="%1."/>
      <w:lvlJc w:val="left"/>
      <w:pPr>
        <w:tabs>
          <w:tab w:val="num" w:pos="720"/>
        </w:tabs>
        <w:ind w:firstLine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F17C18"/>
    <w:multiLevelType w:val="hybridMultilevel"/>
    <w:tmpl w:val="7A048B2A"/>
    <w:lvl w:ilvl="0" w:tplc="A8EA878C">
      <w:start w:val="1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A46E06"/>
    <w:multiLevelType w:val="hybridMultilevel"/>
    <w:tmpl w:val="47366320"/>
    <w:lvl w:ilvl="0" w:tplc="AC5CE958">
      <w:start w:val="10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18">
    <w:nsid w:val="6C721C3A"/>
    <w:multiLevelType w:val="hybridMultilevel"/>
    <w:tmpl w:val="E3A4A01A"/>
    <w:lvl w:ilvl="0" w:tplc="88965150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9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177"/>
        </w:tabs>
        <w:ind w:left="-169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20">
    <w:nsid w:val="71C85C71"/>
    <w:multiLevelType w:val="singleLevel"/>
    <w:tmpl w:val="2480C7C4"/>
    <w:lvl w:ilvl="0">
      <w:start w:val="2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0"/>
  </w:num>
  <w:num w:numId="4">
    <w:abstractNumId w:val="11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9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 w:numId="14">
    <w:abstractNumId w:val="15"/>
  </w:num>
  <w:num w:numId="15">
    <w:abstractNumId w:val="1"/>
  </w:num>
  <w:num w:numId="16">
    <w:abstractNumId w:val="2"/>
  </w:num>
  <w:num w:numId="17">
    <w:abstractNumId w:val="13"/>
  </w:num>
  <w:num w:numId="18">
    <w:abstractNumId w:val="4"/>
  </w:num>
  <w:num w:numId="19">
    <w:abstractNumId w:val="6"/>
  </w:num>
  <w:num w:numId="20">
    <w:abstractNumId w:val="3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AC2"/>
    <w:rsid w:val="000040C9"/>
    <w:rsid w:val="00004700"/>
    <w:rsid w:val="000051A5"/>
    <w:rsid w:val="00006117"/>
    <w:rsid w:val="00017CB2"/>
    <w:rsid w:val="000204DC"/>
    <w:rsid w:val="0002062A"/>
    <w:rsid w:val="00020977"/>
    <w:rsid w:val="00021152"/>
    <w:rsid w:val="000225A3"/>
    <w:rsid w:val="00022A10"/>
    <w:rsid w:val="0002385B"/>
    <w:rsid w:val="00025A7B"/>
    <w:rsid w:val="00033251"/>
    <w:rsid w:val="000332A6"/>
    <w:rsid w:val="00035724"/>
    <w:rsid w:val="00042E67"/>
    <w:rsid w:val="00043A43"/>
    <w:rsid w:val="00050E82"/>
    <w:rsid w:val="0005225E"/>
    <w:rsid w:val="000645AC"/>
    <w:rsid w:val="00067E48"/>
    <w:rsid w:val="000801B1"/>
    <w:rsid w:val="00090C40"/>
    <w:rsid w:val="00094695"/>
    <w:rsid w:val="000977FA"/>
    <w:rsid w:val="000A729C"/>
    <w:rsid w:val="000B5E1D"/>
    <w:rsid w:val="000B78EA"/>
    <w:rsid w:val="000D1116"/>
    <w:rsid w:val="000D3E1D"/>
    <w:rsid w:val="000E4C7B"/>
    <w:rsid w:val="000F710C"/>
    <w:rsid w:val="001010B4"/>
    <w:rsid w:val="00104CC0"/>
    <w:rsid w:val="001075C5"/>
    <w:rsid w:val="00114ED3"/>
    <w:rsid w:val="001165B8"/>
    <w:rsid w:val="0012062E"/>
    <w:rsid w:val="0014466F"/>
    <w:rsid w:val="0015281E"/>
    <w:rsid w:val="00152ADE"/>
    <w:rsid w:val="00152EA7"/>
    <w:rsid w:val="00155290"/>
    <w:rsid w:val="0015725F"/>
    <w:rsid w:val="001604BC"/>
    <w:rsid w:val="00162E7F"/>
    <w:rsid w:val="0016419F"/>
    <w:rsid w:val="001660E2"/>
    <w:rsid w:val="00176695"/>
    <w:rsid w:val="00185244"/>
    <w:rsid w:val="001A2CED"/>
    <w:rsid w:val="001B7669"/>
    <w:rsid w:val="001C1F6B"/>
    <w:rsid w:val="001C702F"/>
    <w:rsid w:val="001F150C"/>
    <w:rsid w:val="001F5B28"/>
    <w:rsid w:val="001F7A26"/>
    <w:rsid w:val="0020001B"/>
    <w:rsid w:val="0020055C"/>
    <w:rsid w:val="00211BD7"/>
    <w:rsid w:val="00215F84"/>
    <w:rsid w:val="00220A94"/>
    <w:rsid w:val="002226E0"/>
    <w:rsid w:val="00226367"/>
    <w:rsid w:val="0023387A"/>
    <w:rsid w:val="0024301E"/>
    <w:rsid w:val="002437CD"/>
    <w:rsid w:val="002551B4"/>
    <w:rsid w:val="00264DB1"/>
    <w:rsid w:val="0026613B"/>
    <w:rsid w:val="00267E04"/>
    <w:rsid w:val="002709D3"/>
    <w:rsid w:val="00273926"/>
    <w:rsid w:val="002829BC"/>
    <w:rsid w:val="0028399C"/>
    <w:rsid w:val="00284612"/>
    <w:rsid w:val="002867A4"/>
    <w:rsid w:val="002904CC"/>
    <w:rsid w:val="002967CA"/>
    <w:rsid w:val="002A78CD"/>
    <w:rsid w:val="002B06A9"/>
    <w:rsid w:val="002B6951"/>
    <w:rsid w:val="002C290F"/>
    <w:rsid w:val="002C76AC"/>
    <w:rsid w:val="002D0D1E"/>
    <w:rsid w:val="002D1E4E"/>
    <w:rsid w:val="002E4A0C"/>
    <w:rsid w:val="002E6304"/>
    <w:rsid w:val="002F1553"/>
    <w:rsid w:val="00301183"/>
    <w:rsid w:val="00301DCD"/>
    <w:rsid w:val="003024B5"/>
    <w:rsid w:val="003029A4"/>
    <w:rsid w:val="00360B15"/>
    <w:rsid w:val="00361719"/>
    <w:rsid w:val="00365F14"/>
    <w:rsid w:val="00372A36"/>
    <w:rsid w:val="0037668B"/>
    <w:rsid w:val="00387AA2"/>
    <w:rsid w:val="00397FAF"/>
    <w:rsid w:val="003A1289"/>
    <w:rsid w:val="003A154B"/>
    <w:rsid w:val="003B0BB1"/>
    <w:rsid w:val="003C148D"/>
    <w:rsid w:val="003C49FC"/>
    <w:rsid w:val="003E3B00"/>
    <w:rsid w:val="003E5BE3"/>
    <w:rsid w:val="003E7896"/>
    <w:rsid w:val="003F23E8"/>
    <w:rsid w:val="003F2DAE"/>
    <w:rsid w:val="003F6039"/>
    <w:rsid w:val="003F736B"/>
    <w:rsid w:val="00402F91"/>
    <w:rsid w:val="00404D12"/>
    <w:rsid w:val="00405B97"/>
    <w:rsid w:val="004161E6"/>
    <w:rsid w:val="00421667"/>
    <w:rsid w:val="00422E4D"/>
    <w:rsid w:val="00423539"/>
    <w:rsid w:val="00423F74"/>
    <w:rsid w:val="00426C6E"/>
    <w:rsid w:val="0043176E"/>
    <w:rsid w:val="0043651E"/>
    <w:rsid w:val="00436D0F"/>
    <w:rsid w:val="00440197"/>
    <w:rsid w:val="00440D32"/>
    <w:rsid w:val="00442935"/>
    <w:rsid w:val="004452DA"/>
    <w:rsid w:val="004539D1"/>
    <w:rsid w:val="004547D3"/>
    <w:rsid w:val="00455408"/>
    <w:rsid w:val="00457E5D"/>
    <w:rsid w:val="00457F86"/>
    <w:rsid w:val="00463534"/>
    <w:rsid w:val="00463CCB"/>
    <w:rsid w:val="0047326A"/>
    <w:rsid w:val="0047426E"/>
    <w:rsid w:val="004757C0"/>
    <w:rsid w:val="00481ACB"/>
    <w:rsid w:val="004A7C34"/>
    <w:rsid w:val="004B67E2"/>
    <w:rsid w:val="004B7B42"/>
    <w:rsid w:val="004C0B7C"/>
    <w:rsid w:val="004C7935"/>
    <w:rsid w:val="004E2F4F"/>
    <w:rsid w:val="004F05F2"/>
    <w:rsid w:val="004F2D05"/>
    <w:rsid w:val="004F5687"/>
    <w:rsid w:val="00503AB3"/>
    <w:rsid w:val="00512C8C"/>
    <w:rsid w:val="00535B94"/>
    <w:rsid w:val="005371C9"/>
    <w:rsid w:val="005425DE"/>
    <w:rsid w:val="00550704"/>
    <w:rsid w:val="005518A1"/>
    <w:rsid w:val="005527DB"/>
    <w:rsid w:val="005530DE"/>
    <w:rsid w:val="00573A57"/>
    <w:rsid w:val="0057467D"/>
    <w:rsid w:val="00582728"/>
    <w:rsid w:val="00584B5D"/>
    <w:rsid w:val="005921EE"/>
    <w:rsid w:val="005B2010"/>
    <w:rsid w:val="005C0AFB"/>
    <w:rsid w:val="005C2BE2"/>
    <w:rsid w:val="005D3725"/>
    <w:rsid w:val="005D3903"/>
    <w:rsid w:val="005F6AD2"/>
    <w:rsid w:val="005F72A8"/>
    <w:rsid w:val="005F799B"/>
    <w:rsid w:val="006015AE"/>
    <w:rsid w:val="00602931"/>
    <w:rsid w:val="00605608"/>
    <w:rsid w:val="0060630F"/>
    <w:rsid w:val="0061236C"/>
    <w:rsid w:val="00612510"/>
    <w:rsid w:val="006149CA"/>
    <w:rsid w:val="0062300E"/>
    <w:rsid w:val="006241B4"/>
    <w:rsid w:val="00624910"/>
    <w:rsid w:val="00633B04"/>
    <w:rsid w:val="00641667"/>
    <w:rsid w:val="006450B5"/>
    <w:rsid w:val="00645621"/>
    <w:rsid w:val="00656187"/>
    <w:rsid w:val="00656E70"/>
    <w:rsid w:val="006647DF"/>
    <w:rsid w:val="006717A9"/>
    <w:rsid w:val="0068096D"/>
    <w:rsid w:val="00684857"/>
    <w:rsid w:val="006858D4"/>
    <w:rsid w:val="00694813"/>
    <w:rsid w:val="006A43DA"/>
    <w:rsid w:val="006C49D2"/>
    <w:rsid w:val="006C56C4"/>
    <w:rsid w:val="006C6741"/>
    <w:rsid w:val="006D12A6"/>
    <w:rsid w:val="006D343E"/>
    <w:rsid w:val="006D4A74"/>
    <w:rsid w:val="006E2449"/>
    <w:rsid w:val="006F2CAC"/>
    <w:rsid w:val="00705265"/>
    <w:rsid w:val="007058D4"/>
    <w:rsid w:val="00705B6A"/>
    <w:rsid w:val="00705ED3"/>
    <w:rsid w:val="00720D1C"/>
    <w:rsid w:val="007269BD"/>
    <w:rsid w:val="007348B9"/>
    <w:rsid w:val="0074298D"/>
    <w:rsid w:val="00767BB1"/>
    <w:rsid w:val="0077049F"/>
    <w:rsid w:val="00771EA4"/>
    <w:rsid w:val="007759D7"/>
    <w:rsid w:val="00776122"/>
    <w:rsid w:val="00776D74"/>
    <w:rsid w:val="00780877"/>
    <w:rsid w:val="00783AC2"/>
    <w:rsid w:val="0078515F"/>
    <w:rsid w:val="0079655C"/>
    <w:rsid w:val="007A03C5"/>
    <w:rsid w:val="007A0BA3"/>
    <w:rsid w:val="007A1866"/>
    <w:rsid w:val="007A4CC5"/>
    <w:rsid w:val="007A5EAA"/>
    <w:rsid w:val="007B31D5"/>
    <w:rsid w:val="007C74DE"/>
    <w:rsid w:val="007D6F0C"/>
    <w:rsid w:val="007E3625"/>
    <w:rsid w:val="007E4F57"/>
    <w:rsid w:val="007F3BD3"/>
    <w:rsid w:val="007F6630"/>
    <w:rsid w:val="00803213"/>
    <w:rsid w:val="00831BD1"/>
    <w:rsid w:val="00833195"/>
    <w:rsid w:val="00835977"/>
    <w:rsid w:val="0084698C"/>
    <w:rsid w:val="008502AA"/>
    <w:rsid w:val="00850EC7"/>
    <w:rsid w:val="008622D6"/>
    <w:rsid w:val="00864C3D"/>
    <w:rsid w:val="008655CA"/>
    <w:rsid w:val="00867575"/>
    <w:rsid w:val="0087381E"/>
    <w:rsid w:val="00876678"/>
    <w:rsid w:val="00876862"/>
    <w:rsid w:val="008774A2"/>
    <w:rsid w:val="008841A9"/>
    <w:rsid w:val="008907EA"/>
    <w:rsid w:val="00893F9A"/>
    <w:rsid w:val="00896B34"/>
    <w:rsid w:val="008A7E13"/>
    <w:rsid w:val="008B22A1"/>
    <w:rsid w:val="008C671F"/>
    <w:rsid w:val="008C6724"/>
    <w:rsid w:val="008C73F9"/>
    <w:rsid w:val="008C7D1A"/>
    <w:rsid w:val="008D490E"/>
    <w:rsid w:val="008E7FE7"/>
    <w:rsid w:val="008F12A5"/>
    <w:rsid w:val="009062B7"/>
    <w:rsid w:val="00912FC6"/>
    <w:rsid w:val="009137C1"/>
    <w:rsid w:val="00914CCC"/>
    <w:rsid w:val="009174DC"/>
    <w:rsid w:val="00917ECF"/>
    <w:rsid w:val="00920902"/>
    <w:rsid w:val="00920E08"/>
    <w:rsid w:val="00925EA3"/>
    <w:rsid w:val="00930506"/>
    <w:rsid w:val="00935BE2"/>
    <w:rsid w:val="00954496"/>
    <w:rsid w:val="0095555B"/>
    <w:rsid w:val="00955F27"/>
    <w:rsid w:val="0097046E"/>
    <w:rsid w:val="00970C19"/>
    <w:rsid w:val="00977335"/>
    <w:rsid w:val="0097750E"/>
    <w:rsid w:val="009808FE"/>
    <w:rsid w:val="00980E2A"/>
    <w:rsid w:val="00984DDF"/>
    <w:rsid w:val="009864C1"/>
    <w:rsid w:val="00992DDE"/>
    <w:rsid w:val="00997888"/>
    <w:rsid w:val="009B4BCE"/>
    <w:rsid w:val="009C3286"/>
    <w:rsid w:val="009C49E9"/>
    <w:rsid w:val="009E3113"/>
    <w:rsid w:val="009E62F3"/>
    <w:rsid w:val="009F23B2"/>
    <w:rsid w:val="00A05023"/>
    <w:rsid w:val="00A14296"/>
    <w:rsid w:val="00A20C7A"/>
    <w:rsid w:val="00A250A2"/>
    <w:rsid w:val="00A30CE7"/>
    <w:rsid w:val="00A336A7"/>
    <w:rsid w:val="00A40B4F"/>
    <w:rsid w:val="00A4171E"/>
    <w:rsid w:val="00A42747"/>
    <w:rsid w:val="00A43607"/>
    <w:rsid w:val="00A47CF9"/>
    <w:rsid w:val="00A50225"/>
    <w:rsid w:val="00A54C8B"/>
    <w:rsid w:val="00A611D2"/>
    <w:rsid w:val="00A6156A"/>
    <w:rsid w:val="00A745D2"/>
    <w:rsid w:val="00A77CD3"/>
    <w:rsid w:val="00A848EA"/>
    <w:rsid w:val="00A91DAE"/>
    <w:rsid w:val="00AA1FD2"/>
    <w:rsid w:val="00AB3138"/>
    <w:rsid w:val="00AB400C"/>
    <w:rsid w:val="00AB5BB8"/>
    <w:rsid w:val="00AB632A"/>
    <w:rsid w:val="00AC1635"/>
    <w:rsid w:val="00AC36A7"/>
    <w:rsid w:val="00AC3DB4"/>
    <w:rsid w:val="00AE4A97"/>
    <w:rsid w:val="00AF651B"/>
    <w:rsid w:val="00AF7221"/>
    <w:rsid w:val="00B04A11"/>
    <w:rsid w:val="00B060AF"/>
    <w:rsid w:val="00B260D6"/>
    <w:rsid w:val="00B323CF"/>
    <w:rsid w:val="00B4010B"/>
    <w:rsid w:val="00B44600"/>
    <w:rsid w:val="00B45470"/>
    <w:rsid w:val="00B628F8"/>
    <w:rsid w:val="00B71331"/>
    <w:rsid w:val="00B8022D"/>
    <w:rsid w:val="00B859FB"/>
    <w:rsid w:val="00BA6CCF"/>
    <w:rsid w:val="00BD19FE"/>
    <w:rsid w:val="00BD3231"/>
    <w:rsid w:val="00BD4A5E"/>
    <w:rsid w:val="00BD60F7"/>
    <w:rsid w:val="00BF2331"/>
    <w:rsid w:val="00BF526A"/>
    <w:rsid w:val="00BF661B"/>
    <w:rsid w:val="00C03194"/>
    <w:rsid w:val="00C049D9"/>
    <w:rsid w:val="00C12664"/>
    <w:rsid w:val="00C30EA3"/>
    <w:rsid w:val="00C31EE1"/>
    <w:rsid w:val="00C41DCA"/>
    <w:rsid w:val="00C430B3"/>
    <w:rsid w:val="00C57377"/>
    <w:rsid w:val="00C64F70"/>
    <w:rsid w:val="00C72305"/>
    <w:rsid w:val="00C76BC3"/>
    <w:rsid w:val="00C8397F"/>
    <w:rsid w:val="00C84A4A"/>
    <w:rsid w:val="00C85916"/>
    <w:rsid w:val="00C96E6B"/>
    <w:rsid w:val="00CA2823"/>
    <w:rsid w:val="00CB1155"/>
    <w:rsid w:val="00CB26CD"/>
    <w:rsid w:val="00CC1B30"/>
    <w:rsid w:val="00CC4158"/>
    <w:rsid w:val="00CC530C"/>
    <w:rsid w:val="00CD1D62"/>
    <w:rsid w:val="00CD5293"/>
    <w:rsid w:val="00CE65C7"/>
    <w:rsid w:val="00CF5DD0"/>
    <w:rsid w:val="00D10C41"/>
    <w:rsid w:val="00D160CF"/>
    <w:rsid w:val="00D16F17"/>
    <w:rsid w:val="00D3309D"/>
    <w:rsid w:val="00D3426E"/>
    <w:rsid w:val="00D37701"/>
    <w:rsid w:val="00D41524"/>
    <w:rsid w:val="00D41A1D"/>
    <w:rsid w:val="00D542F5"/>
    <w:rsid w:val="00D5480E"/>
    <w:rsid w:val="00D61021"/>
    <w:rsid w:val="00D6128B"/>
    <w:rsid w:val="00D6748D"/>
    <w:rsid w:val="00D7563C"/>
    <w:rsid w:val="00D805AB"/>
    <w:rsid w:val="00D8223E"/>
    <w:rsid w:val="00D9011C"/>
    <w:rsid w:val="00D93EAB"/>
    <w:rsid w:val="00DA57F5"/>
    <w:rsid w:val="00DA6F83"/>
    <w:rsid w:val="00DC4942"/>
    <w:rsid w:val="00DD168B"/>
    <w:rsid w:val="00DD4B20"/>
    <w:rsid w:val="00DD593D"/>
    <w:rsid w:val="00DD7A6D"/>
    <w:rsid w:val="00DD7B0D"/>
    <w:rsid w:val="00DE0687"/>
    <w:rsid w:val="00DE22D1"/>
    <w:rsid w:val="00DE42DF"/>
    <w:rsid w:val="00DE46AE"/>
    <w:rsid w:val="00E0639D"/>
    <w:rsid w:val="00E13F7E"/>
    <w:rsid w:val="00E168CB"/>
    <w:rsid w:val="00E2097A"/>
    <w:rsid w:val="00E21350"/>
    <w:rsid w:val="00E40462"/>
    <w:rsid w:val="00E63099"/>
    <w:rsid w:val="00E652E8"/>
    <w:rsid w:val="00E67678"/>
    <w:rsid w:val="00E71C20"/>
    <w:rsid w:val="00E75C3B"/>
    <w:rsid w:val="00E9574C"/>
    <w:rsid w:val="00EA3C6D"/>
    <w:rsid w:val="00EB17D5"/>
    <w:rsid w:val="00EB739B"/>
    <w:rsid w:val="00EC581C"/>
    <w:rsid w:val="00EE2199"/>
    <w:rsid w:val="00EF36F8"/>
    <w:rsid w:val="00EF5856"/>
    <w:rsid w:val="00F04A5C"/>
    <w:rsid w:val="00F05729"/>
    <w:rsid w:val="00F05D8E"/>
    <w:rsid w:val="00F13DC6"/>
    <w:rsid w:val="00F16F8A"/>
    <w:rsid w:val="00F22F7B"/>
    <w:rsid w:val="00F25057"/>
    <w:rsid w:val="00F30E57"/>
    <w:rsid w:val="00F37571"/>
    <w:rsid w:val="00F407F0"/>
    <w:rsid w:val="00F47D92"/>
    <w:rsid w:val="00F53644"/>
    <w:rsid w:val="00F74EC1"/>
    <w:rsid w:val="00F830E6"/>
    <w:rsid w:val="00F92755"/>
    <w:rsid w:val="00F93745"/>
    <w:rsid w:val="00FA04D9"/>
    <w:rsid w:val="00FB2323"/>
    <w:rsid w:val="00FC167E"/>
    <w:rsid w:val="00FC3E3C"/>
    <w:rsid w:val="00FC6C28"/>
    <w:rsid w:val="00FD74EF"/>
    <w:rsid w:val="00FE1266"/>
    <w:rsid w:val="00FF1455"/>
    <w:rsid w:val="00FF316B"/>
    <w:rsid w:val="00FF70E6"/>
    <w:rsid w:val="00FF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lock Text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84B5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4B5D"/>
    <w:pPr>
      <w:keepNext/>
      <w:ind w:firstLine="851"/>
      <w:jc w:val="righ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4B5D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84B5D"/>
    <w:pPr>
      <w:keepNext/>
      <w:ind w:right="-701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4B5D"/>
    <w:pPr>
      <w:keepNext/>
      <w:tabs>
        <w:tab w:val="left" w:pos="6804"/>
      </w:tabs>
      <w:ind w:firstLine="851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84B5D"/>
    <w:pPr>
      <w:keepNext/>
      <w:tabs>
        <w:tab w:val="left" w:pos="6804"/>
      </w:tabs>
      <w:ind w:firstLine="851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84B5D"/>
    <w:pPr>
      <w:keepNext/>
      <w:jc w:val="both"/>
      <w:outlineLvl w:val="5"/>
    </w:pPr>
    <w:rPr>
      <w:rFonts w:ascii="Calibri" w:hAnsi="Calibri" w:cs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84B5D"/>
    <w:pPr>
      <w:keepNext/>
      <w:outlineLvl w:val="6"/>
    </w:pPr>
    <w:rPr>
      <w:rFonts w:ascii="Calibri" w:hAnsi="Calibri" w:cs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84B5D"/>
    <w:pPr>
      <w:keepNext/>
      <w:outlineLvl w:val="7"/>
    </w:pPr>
    <w:rPr>
      <w:rFonts w:ascii="Calibri" w:hAnsi="Calibri" w:cs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84B5D"/>
    <w:pPr>
      <w:keepNext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84B5D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584B5D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584B5D"/>
    <w:rPr>
      <w:rFonts w:ascii="Cambria" w:hAnsi="Cambria" w:cs="Cambria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84B5D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584B5D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84B5D"/>
    <w:rPr>
      <w:rFonts w:ascii="Calibri" w:hAnsi="Calibri" w:cs="Calibri"/>
      <w:b/>
      <w:bCs/>
      <w:sz w:val="22"/>
      <w:szCs w:val="22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84B5D"/>
    <w:rPr>
      <w:rFonts w:ascii="Calibri" w:hAnsi="Calibri" w:cs="Calibri"/>
      <w:sz w:val="24"/>
      <w:szCs w:val="24"/>
      <w:lang w:val="ru-RU"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84B5D"/>
    <w:rPr>
      <w:rFonts w:ascii="Calibri" w:hAnsi="Calibri" w:cs="Calibri"/>
      <w:i/>
      <w:iCs/>
      <w:sz w:val="24"/>
      <w:szCs w:val="24"/>
      <w:lang w:val="ru-RU"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84B5D"/>
    <w:rPr>
      <w:rFonts w:ascii="Cambria" w:hAnsi="Cambria" w:cs="Cambria"/>
      <w:sz w:val="22"/>
      <w:szCs w:val="22"/>
      <w:lang w:val="ru-RU" w:eastAsia="ru-RU"/>
    </w:rPr>
  </w:style>
  <w:style w:type="character" w:styleId="PageNumber">
    <w:name w:val="page number"/>
    <w:basedOn w:val="DefaultParagraphFont"/>
    <w:uiPriority w:val="99"/>
    <w:rsid w:val="00584B5D"/>
  </w:style>
  <w:style w:type="paragraph" w:styleId="BodyText">
    <w:name w:val="Body Text"/>
    <w:basedOn w:val="1"/>
    <w:link w:val="BodyTextChar"/>
    <w:uiPriority w:val="99"/>
    <w:rsid w:val="00584B5D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4B5D"/>
    <w:rPr>
      <w:lang w:val="ru-RU" w:eastAsia="ru-RU"/>
    </w:rPr>
  </w:style>
  <w:style w:type="paragraph" w:customStyle="1" w:styleId="1">
    <w:name w:val="Обычный1"/>
    <w:uiPriority w:val="99"/>
    <w:rsid w:val="00584B5D"/>
    <w:pPr>
      <w:widowControl w:val="0"/>
    </w:pPr>
    <w:rPr>
      <w:sz w:val="20"/>
      <w:szCs w:val="20"/>
    </w:rPr>
  </w:style>
  <w:style w:type="paragraph" w:styleId="PlainText">
    <w:name w:val="Plain Text"/>
    <w:basedOn w:val="1"/>
    <w:link w:val="PlainTextChar"/>
    <w:uiPriority w:val="99"/>
    <w:rsid w:val="00584B5D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584B5D"/>
    <w:rPr>
      <w:rFonts w:ascii="Courier New" w:hAnsi="Courier New" w:cs="Courier New"/>
      <w:lang w:val="ru-RU" w:eastAsia="ru-RU"/>
    </w:rPr>
  </w:style>
  <w:style w:type="paragraph" w:styleId="BodyTextIndent">
    <w:name w:val="Body Text Indent"/>
    <w:basedOn w:val="1"/>
    <w:link w:val="BodyTextIndentChar1"/>
    <w:uiPriority w:val="99"/>
    <w:rsid w:val="00584B5D"/>
    <w:pPr>
      <w:jc w:val="both"/>
    </w:pPr>
  </w:style>
  <w:style w:type="character" w:customStyle="1" w:styleId="BodyTextIndentChar">
    <w:name w:val="Body Text Indent Char"/>
    <w:basedOn w:val="DefaultParagraphFont"/>
    <w:link w:val="10"/>
    <w:uiPriority w:val="99"/>
    <w:semiHidden/>
    <w:rsid w:val="00584B5D"/>
    <w:rPr>
      <w:lang w:val="ru-RU"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584B5D"/>
    <w:rPr>
      <w:lang w:val="ru-RU" w:eastAsia="ru-RU"/>
    </w:rPr>
  </w:style>
  <w:style w:type="paragraph" w:styleId="Footer">
    <w:name w:val="footer"/>
    <w:basedOn w:val="Normal"/>
    <w:link w:val="FooterChar"/>
    <w:uiPriority w:val="99"/>
    <w:rsid w:val="00584B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4B5D"/>
    <w:rPr>
      <w:lang w:val="ru-RU" w:eastAsia="ru-RU"/>
    </w:rPr>
  </w:style>
  <w:style w:type="paragraph" w:customStyle="1" w:styleId="10">
    <w:name w:val="Основной текст с отступом1"/>
    <w:basedOn w:val="Normal"/>
    <w:link w:val="BodyTextIndentChar"/>
    <w:uiPriority w:val="99"/>
    <w:rsid w:val="00584B5D"/>
    <w:pPr>
      <w:ind w:firstLine="851"/>
      <w:jc w:val="both"/>
    </w:pPr>
  </w:style>
  <w:style w:type="paragraph" w:styleId="BodyTextIndent2">
    <w:name w:val="Body Text Indent 2"/>
    <w:basedOn w:val="Normal"/>
    <w:link w:val="BodyTextIndent2Char"/>
    <w:uiPriority w:val="99"/>
    <w:rsid w:val="00584B5D"/>
    <w:pPr>
      <w:ind w:firstLine="85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84B5D"/>
    <w:rPr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rsid w:val="00584B5D"/>
    <w:pPr>
      <w:tabs>
        <w:tab w:val="left" w:pos="1985"/>
        <w:tab w:val="left" w:pos="6804"/>
      </w:tabs>
      <w:ind w:right="-52" w:firstLine="851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84B5D"/>
    <w:rPr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rsid w:val="00584B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4B5D"/>
    <w:rPr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584B5D"/>
    <w:pPr>
      <w:widowControl w:val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84B5D"/>
    <w:rPr>
      <w:sz w:val="16"/>
      <w:szCs w:val="1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584B5D"/>
    <w:pPr>
      <w:widowControl w:val="0"/>
      <w:ind w:firstLine="851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584B5D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584B5D"/>
    <w:pPr>
      <w:widowControl w:val="0"/>
      <w:jc w:val="center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584B5D"/>
    <w:rPr>
      <w:rFonts w:ascii="Cambria" w:hAnsi="Cambria" w:cs="Cambria"/>
      <w:sz w:val="24"/>
      <w:szCs w:val="24"/>
      <w:lang w:val="ru-RU" w:eastAsia="ru-RU"/>
    </w:rPr>
  </w:style>
  <w:style w:type="paragraph" w:customStyle="1" w:styleId="ConsNormal">
    <w:name w:val="ConsNormal"/>
    <w:uiPriority w:val="99"/>
    <w:rsid w:val="00584B5D"/>
    <w:pPr>
      <w:ind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584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84B5D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B5D"/>
    <w:rPr>
      <w:sz w:val="2"/>
      <w:szCs w:val="2"/>
      <w:lang w:val="ru-RU" w:eastAsia="ru-RU"/>
    </w:rPr>
  </w:style>
  <w:style w:type="table" w:styleId="TableGrid">
    <w:name w:val="Table Grid"/>
    <w:basedOn w:val="TableNormal"/>
    <w:uiPriority w:val="99"/>
    <w:rsid w:val="004757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372A36"/>
    <w:rPr>
      <w:b/>
      <w:bCs/>
    </w:rPr>
  </w:style>
  <w:style w:type="paragraph" w:styleId="NormalWeb">
    <w:name w:val="Normal (Web)"/>
    <w:basedOn w:val="Normal"/>
    <w:uiPriority w:val="99"/>
    <w:rsid w:val="00372A36"/>
    <w:pPr>
      <w:spacing w:before="100" w:beforeAutospacing="1" w:after="100" w:afterAutospacing="1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5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9BD42081B367F441B75AB86F643F79934C12F45151CACA05462CA1096FAFF2B20947DF202A3D00Q5B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586</TotalTime>
  <Pages>8</Pages>
  <Words>2892</Words>
  <Characters>16490</Characters>
  <Application>Microsoft Office Outlook</Application>
  <DocSecurity>0</DocSecurity>
  <Lines>0</Lines>
  <Paragraphs>0</Paragraphs>
  <ScaleCrop>false</ScaleCrop>
  <Company>Финкомитет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Лариса Владимировна</dc:creator>
  <cp:keywords/>
  <dc:description/>
  <cp:lastModifiedBy>Лариса Владимировна</cp:lastModifiedBy>
  <cp:revision>90</cp:revision>
  <cp:lastPrinted>2019-12-25T05:42:00Z</cp:lastPrinted>
  <dcterms:created xsi:type="dcterms:W3CDTF">2019-11-18T12:01:00Z</dcterms:created>
  <dcterms:modified xsi:type="dcterms:W3CDTF">2019-12-25T05:43:00Z</dcterms:modified>
</cp:coreProperties>
</file>